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705AF" w14:textId="77777777" w:rsidR="00FF08EF" w:rsidRDefault="00FF08EF" w:rsidP="00FF08EF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Hlk181955784"/>
      <w:r w:rsidRPr="007D0EB7">
        <w:rPr>
          <w:noProof/>
        </w:rPr>
        <w:drawing>
          <wp:inline distT="0" distB="0" distL="0" distR="0" wp14:anchorId="45AA4C5D" wp14:editId="59812C9A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21B728" w14:textId="77777777" w:rsidR="00FF08EF" w:rsidRPr="00475815" w:rsidRDefault="00FF08EF" w:rsidP="00FF08EF">
      <w:pPr>
        <w:pStyle w:val="Versdoc"/>
      </w:pPr>
    </w:p>
    <w:p w14:paraId="207C564B" w14:textId="77777777" w:rsidR="00FF08EF" w:rsidRDefault="00FF08EF" w:rsidP="00FF08EF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0ED7F92E" wp14:editId="0E7F0C71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75023" w14:textId="77777777" w:rsidR="00FF08EF" w:rsidRDefault="00FF08EF" w:rsidP="00FF08EF">
      <w:pPr>
        <w:pStyle w:val="Versdoc"/>
      </w:pPr>
    </w:p>
    <w:p w14:paraId="7C9A4732" w14:textId="77777777" w:rsidR="00FF08EF" w:rsidRDefault="00FF08EF" w:rsidP="00FF08EF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3B0CFD67" wp14:editId="7C6234A7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05AD96BE" w14:textId="77777777" w:rsidR="00A72753" w:rsidRPr="00A72753" w:rsidRDefault="00A72753" w:rsidP="00A72753">
      <w:pPr>
        <w:pStyle w:val="Versdoc"/>
        <w:spacing w:before="0"/>
        <w:rPr>
          <w:sz w:val="22"/>
          <w:szCs w:val="22"/>
        </w:rPr>
      </w:pPr>
    </w:p>
    <w:p w14:paraId="6F7CAC25" w14:textId="77777777" w:rsidR="00A72753" w:rsidRPr="00A72753" w:rsidRDefault="00A72753" w:rsidP="00A72753">
      <w:pPr>
        <w:pStyle w:val="Versdoc"/>
        <w:spacing w:before="0"/>
        <w:rPr>
          <w:sz w:val="22"/>
          <w:szCs w:val="22"/>
        </w:rPr>
      </w:pPr>
    </w:p>
    <w:p w14:paraId="1CE4FF54" w14:textId="77777777" w:rsidR="00A72753" w:rsidRPr="00A72753" w:rsidRDefault="00A72753" w:rsidP="00A72753">
      <w:pPr>
        <w:pStyle w:val="Versdoc"/>
        <w:spacing w:before="0"/>
        <w:rPr>
          <w:sz w:val="22"/>
          <w:szCs w:val="22"/>
        </w:rPr>
      </w:pPr>
    </w:p>
    <w:p w14:paraId="182404F9" w14:textId="77777777" w:rsidR="00A72753" w:rsidRPr="00C455E9" w:rsidRDefault="00A72753" w:rsidP="00A72753">
      <w:pPr>
        <w:pStyle w:val="TitoloDoc"/>
        <w:rPr>
          <w:sz w:val="28"/>
          <w:szCs w:val="28"/>
        </w:rPr>
      </w:pPr>
      <w:r>
        <w:rPr>
          <w:sz w:val="28"/>
          <w:szCs w:val="28"/>
        </w:rPr>
        <w:t>INS</w:t>
      </w:r>
      <w:r w:rsidRPr="00C455E9">
        <w:rPr>
          <w:sz w:val="28"/>
          <w:szCs w:val="28"/>
        </w:rPr>
        <w:t xml:space="preserve"> Specifiche dei servizi di integrazione e cooperazione applicativa</w:t>
      </w:r>
    </w:p>
    <w:p w14:paraId="38DF7490" w14:textId="77777777" w:rsidR="002D3125" w:rsidRPr="00A72753" w:rsidRDefault="00611598" w:rsidP="00A72753">
      <w:pPr>
        <w:pStyle w:val="TitoloDoc"/>
        <w:rPr>
          <w:sz w:val="28"/>
          <w:szCs w:val="28"/>
        </w:rPr>
      </w:pPr>
      <w:r w:rsidRPr="00A72753">
        <w:rPr>
          <w:sz w:val="28"/>
          <w:szCs w:val="28"/>
        </w:rPr>
        <w:t xml:space="preserve">Area </w:t>
      </w:r>
      <w:r w:rsidR="0089097D" w:rsidRPr="00A72753">
        <w:rPr>
          <w:sz w:val="28"/>
          <w:szCs w:val="28"/>
        </w:rPr>
        <w:t>Assistenza Protesica</w:t>
      </w:r>
    </w:p>
    <w:p w14:paraId="6F878350" w14:textId="77777777" w:rsidR="002D3125" w:rsidRPr="00A72753" w:rsidRDefault="002D3125" w:rsidP="00A72753">
      <w:pPr>
        <w:pStyle w:val="TitoloDoc"/>
        <w:spacing w:before="0"/>
        <w:rPr>
          <w:b w:val="0"/>
          <w:sz w:val="22"/>
          <w:szCs w:val="22"/>
        </w:rPr>
      </w:pPr>
    </w:p>
    <w:p w14:paraId="3CC58D72" w14:textId="77777777" w:rsidR="002D3125" w:rsidRPr="00A72753" w:rsidRDefault="002D3125" w:rsidP="00A72753">
      <w:pPr>
        <w:pStyle w:val="Versdoc"/>
        <w:spacing w:before="0"/>
        <w:rPr>
          <w:sz w:val="22"/>
          <w:szCs w:val="22"/>
        </w:rPr>
      </w:pPr>
    </w:p>
    <w:p w14:paraId="19C9BE7B" w14:textId="77777777" w:rsidR="002D3125" w:rsidRPr="00A72753" w:rsidRDefault="002D3125" w:rsidP="00A72753">
      <w:pPr>
        <w:pStyle w:val="Versdoc"/>
        <w:spacing w:before="0"/>
        <w:rPr>
          <w:sz w:val="22"/>
          <w:szCs w:val="22"/>
        </w:rPr>
      </w:pPr>
    </w:p>
    <w:p w14:paraId="6B9D3EA3" w14:textId="77777777" w:rsidR="002D3125" w:rsidRPr="00A72753" w:rsidRDefault="002D3125" w:rsidP="00A72753">
      <w:pPr>
        <w:pStyle w:val="Versdoc"/>
        <w:spacing w:before="0"/>
        <w:rPr>
          <w:sz w:val="22"/>
          <w:szCs w:val="22"/>
        </w:rPr>
      </w:pPr>
    </w:p>
    <w:p w14:paraId="0A78D7C6" w14:textId="77777777" w:rsidR="00A72753" w:rsidRPr="00AE7222" w:rsidRDefault="00A72753" w:rsidP="00A72753">
      <w:pPr>
        <w:pStyle w:val="Versdoc"/>
      </w:pPr>
      <w:r>
        <w:t>Versione 1.0</w:t>
      </w:r>
    </w:p>
    <w:p w14:paraId="58FA716A" w14:textId="4E0334A4" w:rsidR="00A72753" w:rsidRDefault="00FF08EF" w:rsidP="00A72753">
      <w:pPr>
        <w:pStyle w:val="Versdoc"/>
      </w:pPr>
      <w:r>
        <w:t>01 Agosto 2024</w:t>
      </w:r>
    </w:p>
    <w:p w14:paraId="1ADDC8FA" w14:textId="77777777" w:rsidR="00A72753" w:rsidRPr="00AE7222" w:rsidRDefault="00A72753" w:rsidP="00A72753">
      <w:pPr>
        <w:pStyle w:val="Versdoc"/>
      </w:pPr>
    </w:p>
    <w:p w14:paraId="7AA5474C" w14:textId="77777777" w:rsidR="002D3125" w:rsidRPr="009D6A84" w:rsidRDefault="002D3125" w:rsidP="009D6A84">
      <w:pPr>
        <w:pStyle w:val="Titol1senzanum"/>
        <w:widowControl w:val="0"/>
        <w:numPr>
          <w:ilvl w:val="0"/>
          <w:numId w:val="0"/>
        </w:numPr>
        <w:spacing w:after="120"/>
        <w:rPr>
          <w:rFonts w:ascii="Arial" w:hAnsi="Arial"/>
          <w:bCs w:val="0"/>
          <w:szCs w:val="24"/>
          <w:lang w:eastAsia="it-IT"/>
        </w:rPr>
      </w:pPr>
      <w:r>
        <w:br w:type="page"/>
      </w:r>
      <w:r w:rsidRPr="009D6A84">
        <w:rPr>
          <w:rFonts w:ascii="Arial" w:hAnsi="Arial"/>
          <w:bCs w:val="0"/>
          <w:szCs w:val="24"/>
          <w:lang w:eastAsia="it-IT"/>
        </w:rPr>
        <w:lastRenderedPageBreak/>
        <w:t>Diritti di Autore e  Clausole di Riservatezza</w:t>
      </w:r>
    </w:p>
    <w:p w14:paraId="47AFDF65" w14:textId="77777777" w:rsidR="00FF08EF" w:rsidRPr="00D071B1" w:rsidRDefault="00FF08EF" w:rsidP="00FF08EF">
      <w:pPr>
        <w:spacing w:after="240"/>
        <w:ind w:left="0" w:right="283"/>
      </w:pPr>
      <w:bookmarkStart w:id="1" w:name="_Hlk181955906"/>
      <w:r w:rsidRPr="00D071B1">
        <w:t>La proprietà del presente documento è regolata dal contratto tra Regione Puglia ed il RTI Exprivia. Tutti i diritti sono riservati.</w:t>
      </w:r>
    </w:p>
    <w:p w14:paraId="4119EDEC" w14:textId="77777777" w:rsidR="00FF08EF" w:rsidRPr="00D071B1" w:rsidRDefault="00FF08EF" w:rsidP="00FF08EF">
      <w:pPr>
        <w:spacing w:after="240"/>
        <w:ind w:left="0" w:right="283"/>
      </w:pPr>
      <w:r w:rsidRPr="00D071B1"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1AC95479" w14:textId="77777777" w:rsidR="00FF08EF" w:rsidRPr="00463C7D" w:rsidRDefault="00FF08EF" w:rsidP="00FF08EF">
      <w:pPr>
        <w:pStyle w:val="Titol2senzanum"/>
        <w:numPr>
          <w:ilvl w:val="0"/>
          <w:numId w:val="0"/>
        </w:numPr>
        <w:rPr>
          <w:i w:val="0"/>
        </w:rPr>
      </w:pPr>
      <w:r w:rsidRPr="00463C7D"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FF08EF" w:rsidRPr="007A32A1" w14:paraId="5B895EC8" w14:textId="77777777" w:rsidTr="007F691F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38BA625A" w14:textId="77777777" w:rsidR="00FF08EF" w:rsidRPr="007A32A1" w:rsidRDefault="00FF08EF" w:rsidP="007F691F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615BD99B" w14:textId="77777777" w:rsidR="00FF08EF" w:rsidRPr="007A32A1" w:rsidRDefault="00FF08EF" w:rsidP="007F691F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1BB7F105" w14:textId="77777777" w:rsidR="00FF08EF" w:rsidRPr="007A32A1" w:rsidRDefault="00FF08EF" w:rsidP="007F691F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7AA5FAE5" w14:textId="77777777" w:rsidR="00FF08EF" w:rsidRPr="007A32A1" w:rsidRDefault="00FF08EF" w:rsidP="007F691F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4C97183B" w14:textId="77777777" w:rsidR="00FF08EF" w:rsidRPr="007A32A1" w:rsidRDefault="00FF08EF" w:rsidP="007F691F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Memorizzato in:</w:t>
            </w:r>
          </w:p>
        </w:tc>
      </w:tr>
      <w:tr w:rsidR="00FF08EF" w:rsidRPr="00FB68AE" w14:paraId="6BCC1A75" w14:textId="77777777" w:rsidTr="007F691F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40060635" w14:textId="04C40A91" w:rsidR="00FF08EF" w:rsidRPr="00FB68AE" w:rsidRDefault="00FF08EF" w:rsidP="00FF08EF">
            <w:pPr>
              <w:spacing w:before="48" w:after="48"/>
              <w:ind w:left="0"/>
            </w:pPr>
            <w:r>
              <w:t>1</w:t>
            </w:r>
            <w:r w:rsidRPr="00FB68AE">
              <w:t>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4228FA24" w14:textId="77777777" w:rsidR="00FF08EF" w:rsidRPr="00FB68AE" w:rsidRDefault="00FF08EF" w:rsidP="00FF08EF">
            <w:pPr>
              <w:spacing w:before="48" w:after="48"/>
              <w:ind w:left="0"/>
            </w:pPr>
            <w:r w:rsidRPr="00FB68AE"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39111D95" w14:textId="6B4BFC49" w:rsidR="00FF08EF" w:rsidRPr="00FB68AE" w:rsidRDefault="00FF08EF" w:rsidP="00FF08EF">
            <w:pPr>
              <w:spacing w:before="48" w:after="48"/>
              <w:ind w:left="0"/>
            </w:pPr>
            <w:r>
              <w:t>FA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60A8A32F" w14:textId="77777777" w:rsidR="00FF08EF" w:rsidRPr="00FB68AE" w:rsidRDefault="00FF08EF" w:rsidP="00FF08EF">
            <w:pPr>
              <w:spacing w:before="48" w:after="48"/>
              <w:ind w:left="0"/>
            </w:pPr>
            <w:r>
              <w:t>01</w:t>
            </w:r>
            <w:r w:rsidRPr="00C41C0E">
              <w:t>/</w:t>
            </w:r>
            <w:r>
              <w:t>08</w:t>
            </w:r>
            <w:r w:rsidRPr="00FB68AE">
              <w:t>/20</w:t>
            </w:r>
            <w:r>
              <w:t>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40893BE8" w14:textId="77777777" w:rsidR="00FF08EF" w:rsidRPr="00FB68AE" w:rsidRDefault="00FF08EF" w:rsidP="00FF08EF">
            <w:pPr>
              <w:spacing w:before="48" w:after="48"/>
              <w:ind w:left="0"/>
            </w:pPr>
            <w:r w:rsidRPr="00FB68AE">
              <w:t>SG</w:t>
            </w:r>
            <w:r>
              <w:t>I</w:t>
            </w:r>
          </w:p>
        </w:tc>
      </w:tr>
      <w:tr w:rsidR="00FF08EF" w14:paraId="16F4FBB7" w14:textId="77777777" w:rsidTr="007F691F">
        <w:trPr>
          <w:cantSplit/>
        </w:trPr>
        <w:tc>
          <w:tcPr>
            <w:tcW w:w="822" w:type="dxa"/>
            <w:vAlign w:val="center"/>
          </w:tcPr>
          <w:p w14:paraId="101FD8EB" w14:textId="77777777" w:rsidR="00FF08EF" w:rsidRDefault="00FF08EF" w:rsidP="007F691F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30D15DC1" w14:textId="77777777" w:rsidR="00FF08EF" w:rsidRDefault="00FF08EF" w:rsidP="007F691F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6B06794C" w14:textId="77777777" w:rsidR="00FF08EF" w:rsidRDefault="00FF08EF" w:rsidP="007F691F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72683DAF" w14:textId="77777777" w:rsidR="00FF08EF" w:rsidRDefault="00FF08EF" w:rsidP="007F691F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24136421" w14:textId="77777777" w:rsidR="00FF08EF" w:rsidRPr="00537648" w:rsidRDefault="00FF08EF" w:rsidP="007F691F">
            <w:pPr>
              <w:spacing w:before="48" w:after="48"/>
            </w:pPr>
          </w:p>
        </w:tc>
      </w:tr>
      <w:tr w:rsidR="00FF08EF" w14:paraId="4FB19980" w14:textId="77777777" w:rsidTr="007F691F">
        <w:trPr>
          <w:cantSplit/>
        </w:trPr>
        <w:tc>
          <w:tcPr>
            <w:tcW w:w="822" w:type="dxa"/>
            <w:vAlign w:val="center"/>
          </w:tcPr>
          <w:p w14:paraId="4F695806" w14:textId="77777777" w:rsidR="00FF08EF" w:rsidRDefault="00FF08EF" w:rsidP="007F691F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1762AF08" w14:textId="77777777" w:rsidR="00FF08EF" w:rsidRDefault="00FF08EF" w:rsidP="007F691F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3FE17902" w14:textId="77777777" w:rsidR="00FF08EF" w:rsidRDefault="00FF08EF" w:rsidP="007F691F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47EC16EB" w14:textId="77777777" w:rsidR="00FF08EF" w:rsidRDefault="00FF08EF" w:rsidP="007F691F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4738235E" w14:textId="77777777" w:rsidR="00FF08EF" w:rsidRPr="00537648" w:rsidRDefault="00FF08EF" w:rsidP="007F691F">
            <w:pPr>
              <w:spacing w:before="48" w:after="48"/>
            </w:pPr>
          </w:p>
        </w:tc>
      </w:tr>
    </w:tbl>
    <w:p w14:paraId="6B5AA0DC" w14:textId="77777777" w:rsidR="00FF08EF" w:rsidRPr="00463C7D" w:rsidRDefault="00FF08EF" w:rsidP="00FF08EF">
      <w:pPr>
        <w:pStyle w:val="Titol2senzanum"/>
        <w:numPr>
          <w:ilvl w:val="0"/>
          <w:numId w:val="0"/>
        </w:numPr>
        <w:rPr>
          <w:i w:val="0"/>
        </w:rPr>
      </w:pPr>
      <w:r w:rsidRPr="00463C7D"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FF08EF" w:rsidRPr="00277CB4" w14:paraId="1798DFB4" w14:textId="77777777" w:rsidTr="007F691F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0ED9FE34" w14:textId="77777777" w:rsidR="00FF08EF" w:rsidRPr="00277CB4" w:rsidRDefault="00FF08EF" w:rsidP="007F691F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277CB4">
              <w:rPr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5BF9C21E" w14:textId="77777777" w:rsidR="00FF08EF" w:rsidRPr="00277CB4" w:rsidRDefault="00FF08EF" w:rsidP="007F691F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277CB4">
              <w:rPr>
                <w:b/>
              </w:rPr>
              <w:t>Modifiche</w:t>
            </w:r>
          </w:p>
        </w:tc>
      </w:tr>
      <w:tr w:rsidR="00FF08EF" w:rsidRPr="00D24211" w14:paraId="7926345E" w14:textId="77777777" w:rsidTr="007F691F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ECAB7F5" w14:textId="77777777" w:rsidR="00FF08EF" w:rsidRPr="00FB68AE" w:rsidRDefault="00FF08EF" w:rsidP="00FF08EF">
            <w:pPr>
              <w:spacing w:before="48" w:after="48"/>
              <w:ind w:left="0"/>
            </w:pPr>
            <w:r w:rsidRPr="00FB68AE"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2001B5B" w14:textId="77777777" w:rsidR="00FF08EF" w:rsidRPr="00D071B1" w:rsidRDefault="00FF08EF" w:rsidP="00FF08EF">
            <w:pPr>
              <w:spacing w:before="48" w:after="48"/>
              <w:ind w:left="0"/>
            </w:pPr>
            <w:r w:rsidRPr="00D071B1">
              <w:t>Versione iniziale contratto Edotto 2024 CIG 982251971.</w:t>
            </w:r>
          </w:p>
        </w:tc>
      </w:tr>
      <w:tr w:rsidR="00FF08EF" w:rsidRPr="00D24211" w14:paraId="6A30076C" w14:textId="77777777" w:rsidTr="007F691F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9B3F0D6" w14:textId="77777777" w:rsidR="00FF08EF" w:rsidRPr="00D071B1" w:rsidRDefault="00FF08EF" w:rsidP="007F691F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72B10CB" w14:textId="77777777" w:rsidR="00FF08EF" w:rsidRPr="00D071B1" w:rsidRDefault="00FF08EF" w:rsidP="007F691F">
            <w:pPr>
              <w:spacing w:before="48" w:after="48"/>
            </w:pPr>
          </w:p>
        </w:tc>
      </w:tr>
      <w:tr w:rsidR="00FF08EF" w:rsidRPr="00D24211" w14:paraId="5D45A135" w14:textId="77777777" w:rsidTr="007F691F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4F99A59B" w14:textId="77777777" w:rsidR="00FF08EF" w:rsidRPr="00D071B1" w:rsidRDefault="00FF08EF" w:rsidP="007F691F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54731050" w14:textId="77777777" w:rsidR="00FF08EF" w:rsidRPr="00D071B1" w:rsidRDefault="00FF08EF" w:rsidP="007F691F">
            <w:pPr>
              <w:spacing w:before="48" w:after="48"/>
            </w:pPr>
          </w:p>
        </w:tc>
      </w:tr>
    </w:tbl>
    <w:p w14:paraId="5346476B" w14:textId="77777777" w:rsidR="00FF08EF" w:rsidRPr="00E3387E" w:rsidRDefault="00FF08EF" w:rsidP="00FF08EF">
      <w:pPr>
        <w:pStyle w:val="Titol2senzanum"/>
        <w:numPr>
          <w:ilvl w:val="0"/>
          <w:numId w:val="0"/>
        </w:numPr>
        <w:rPr>
          <w:i w:val="0"/>
        </w:rPr>
      </w:pPr>
      <w:r w:rsidRPr="00E3387E">
        <w:t>Modifiche Previste</w:t>
      </w:r>
    </w:p>
    <w:p w14:paraId="4A2EB38E" w14:textId="77777777" w:rsidR="00FF08EF" w:rsidRPr="00116124" w:rsidRDefault="00FF08EF" w:rsidP="00FF08EF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</w:pPr>
      <w:r w:rsidRPr="00116124">
        <w:t>Nessuna.</w:t>
      </w:r>
    </w:p>
    <w:p w14:paraId="7CAB26B3" w14:textId="77777777" w:rsidR="00FF08EF" w:rsidRPr="00E3387E" w:rsidRDefault="00FF08EF" w:rsidP="00FF08EF">
      <w:pPr>
        <w:pStyle w:val="Titol2senzanum"/>
        <w:numPr>
          <w:ilvl w:val="0"/>
          <w:numId w:val="0"/>
        </w:numPr>
        <w:rPr>
          <w:i w:val="0"/>
        </w:rPr>
      </w:pPr>
      <w:r w:rsidRPr="00E3387E"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FF08EF" w:rsidRPr="00F47578" w14:paraId="1F18D8F0" w14:textId="77777777" w:rsidTr="007F691F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4CF8923E" w14:textId="77777777" w:rsidR="00FF08EF" w:rsidRPr="00F47578" w:rsidRDefault="00FF08EF" w:rsidP="007F691F">
            <w:pPr>
              <w:ind w:left="72"/>
              <w:rPr>
                <w:b/>
              </w:rPr>
            </w:pPr>
            <w:r w:rsidRPr="00F47578">
              <w:rPr>
                <w:b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770F400B" w14:textId="77777777" w:rsidR="00FF08EF" w:rsidRPr="00F47578" w:rsidRDefault="00FF08EF" w:rsidP="007F691F">
            <w:pPr>
              <w:ind w:left="72"/>
              <w:rPr>
                <w:b/>
              </w:rPr>
            </w:pPr>
            <w:r w:rsidRPr="00F47578">
              <w:rPr>
                <w:b/>
              </w:rPr>
              <w:t>Responsabile approvazione</w:t>
            </w:r>
          </w:p>
        </w:tc>
      </w:tr>
      <w:tr w:rsidR="00FF08EF" w:rsidRPr="00F47578" w14:paraId="1A53F27E" w14:textId="77777777" w:rsidTr="007F691F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17473B3E" w14:textId="77777777" w:rsidR="00FF08EF" w:rsidRPr="00F47578" w:rsidRDefault="00FF08EF" w:rsidP="007F691F">
            <w:pPr>
              <w:ind w:left="72"/>
            </w:pPr>
            <w:r w:rsidRPr="00F47578"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22B87B03" w14:textId="77777777" w:rsidR="00FF08EF" w:rsidRPr="00F47578" w:rsidRDefault="00FF08EF" w:rsidP="007F691F">
            <w:pPr>
              <w:ind w:left="72"/>
            </w:pPr>
            <w:r w:rsidRPr="00F47578">
              <w:t>Regione Puglia</w:t>
            </w:r>
          </w:p>
        </w:tc>
      </w:tr>
      <w:bookmarkEnd w:id="1"/>
    </w:tbl>
    <w:p w14:paraId="65A69952" w14:textId="77777777" w:rsidR="002D3125" w:rsidRDefault="002D3125"/>
    <w:p w14:paraId="4354B9AD" w14:textId="77777777" w:rsidR="002D3125" w:rsidRPr="009D6A84" w:rsidRDefault="002D3125" w:rsidP="009D6A84">
      <w:pPr>
        <w:pStyle w:val="Titol1senzanum"/>
        <w:widowControl w:val="0"/>
        <w:numPr>
          <w:ilvl w:val="0"/>
          <w:numId w:val="0"/>
        </w:numPr>
        <w:spacing w:after="120"/>
        <w:ind w:left="567"/>
        <w:jc w:val="center"/>
        <w:rPr>
          <w:rFonts w:ascii="Arial" w:hAnsi="Arial"/>
          <w:bCs w:val="0"/>
          <w:szCs w:val="24"/>
        </w:rPr>
      </w:pPr>
      <w:r>
        <w:br w:type="page"/>
      </w:r>
      <w:r w:rsidRPr="009D6A84">
        <w:rPr>
          <w:rFonts w:ascii="Arial" w:hAnsi="Arial"/>
          <w:bCs w:val="0"/>
          <w:szCs w:val="24"/>
        </w:rPr>
        <w:lastRenderedPageBreak/>
        <w:t>Indice dei Contenuti</w:t>
      </w:r>
    </w:p>
    <w:p w14:paraId="2464085A" w14:textId="1BDDFB98" w:rsidR="00A40849" w:rsidRPr="00BE2E61" w:rsidRDefault="002D3125" w:rsidP="00A40849">
      <w:pPr>
        <w:pStyle w:val="Sommario1"/>
        <w:tabs>
          <w:tab w:val="clear" w:pos="7938"/>
          <w:tab w:val="right" w:leader="dot" w:pos="8647"/>
        </w:tabs>
        <w:rPr>
          <w:rFonts w:ascii="Calibri" w:hAnsi="Calibri"/>
          <w:b w:val="0"/>
          <w:noProof/>
          <w:sz w:val="22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524554717" w:history="1">
        <w:r w:rsidR="00A40849" w:rsidRPr="008014DE">
          <w:rPr>
            <w:rStyle w:val="Collegamentoipertestuale"/>
            <w:noProof/>
          </w:rPr>
          <w:t>1.</w:t>
        </w:r>
        <w:r w:rsidR="00A40849" w:rsidRPr="00BE2E61">
          <w:rPr>
            <w:rFonts w:ascii="Calibri" w:hAnsi="Calibri"/>
            <w:b w:val="0"/>
            <w:noProof/>
            <w:sz w:val="22"/>
            <w:szCs w:val="22"/>
          </w:rPr>
          <w:tab/>
        </w:r>
        <w:r w:rsidR="00A40849" w:rsidRPr="008014DE">
          <w:rPr>
            <w:rStyle w:val="Collegamentoipertestuale"/>
            <w:noProof/>
          </w:rPr>
          <w:t>Introduzione</w:t>
        </w:r>
        <w:r w:rsidR="00A40849">
          <w:rPr>
            <w:noProof/>
            <w:webHidden/>
          </w:rPr>
          <w:tab/>
        </w:r>
        <w:r w:rsidR="00A40849">
          <w:rPr>
            <w:noProof/>
            <w:webHidden/>
          </w:rPr>
          <w:fldChar w:fldCharType="begin"/>
        </w:r>
        <w:r w:rsidR="00A40849">
          <w:rPr>
            <w:noProof/>
            <w:webHidden/>
          </w:rPr>
          <w:instrText xml:space="preserve"> PAGEREF _Toc524554717 \h </w:instrText>
        </w:r>
        <w:r w:rsidR="00A40849">
          <w:rPr>
            <w:noProof/>
            <w:webHidden/>
          </w:rPr>
        </w:r>
        <w:r w:rsidR="00A40849">
          <w:rPr>
            <w:noProof/>
            <w:webHidden/>
          </w:rPr>
          <w:fldChar w:fldCharType="separate"/>
        </w:r>
        <w:r w:rsidR="00FF08EF">
          <w:rPr>
            <w:noProof/>
            <w:webHidden/>
          </w:rPr>
          <w:t>4</w:t>
        </w:r>
        <w:r w:rsidR="00A40849">
          <w:rPr>
            <w:noProof/>
            <w:webHidden/>
          </w:rPr>
          <w:fldChar w:fldCharType="end"/>
        </w:r>
      </w:hyperlink>
    </w:p>
    <w:p w14:paraId="2CA12AC1" w14:textId="456F0FF0" w:rsidR="00A40849" w:rsidRPr="00BE2E61" w:rsidRDefault="00A40849" w:rsidP="00A40849">
      <w:pPr>
        <w:pStyle w:val="Sommario1"/>
        <w:tabs>
          <w:tab w:val="clear" w:pos="7938"/>
          <w:tab w:val="right" w:leader="dot" w:pos="8647"/>
        </w:tabs>
        <w:rPr>
          <w:rFonts w:ascii="Calibri" w:hAnsi="Calibri"/>
          <w:b w:val="0"/>
          <w:noProof/>
          <w:sz w:val="22"/>
          <w:szCs w:val="22"/>
        </w:rPr>
      </w:pPr>
      <w:hyperlink w:anchor="_Toc524554718" w:history="1">
        <w:r w:rsidRPr="008014DE">
          <w:rPr>
            <w:rStyle w:val="Collegamentoipertestuale"/>
            <w:noProof/>
          </w:rPr>
          <w:t>2.</w:t>
        </w:r>
        <w:r w:rsidRPr="00BE2E61">
          <w:rPr>
            <w:rFonts w:ascii="Calibri" w:hAnsi="Calibri"/>
            <w:b w:val="0"/>
            <w:noProof/>
            <w:sz w:val="22"/>
            <w:szCs w:val="22"/>
          </w:rPr>
          <w:tab/>
        </w:r>
        <w:r w:rsidRPr="008014DE">
          <w:rPr>
            <w:rStyle w:val="Collegamentoipertestuale"/>
            <w:noProof/>
          </w:rPr>
          <w:t>Scopo e Campo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_Toc524554718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08E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DF20195" w14:textId="6D5D9A7D" w:rsidR="00A40849" w:rsidRPr="00BE2E61" w:rsidRDefault="00A40849" w:rsidP="00A40849">
      <w:pPr>
        <w:pStyle w:val="Sommario1"/>
        <w:tabs>
          <w:tab w:val="clear" w:pos="7938"/>
          <w:tab w:val="right" w:leader="dot" w:pos="8647"/>
        </w:tabs>
        <w:rPr>
          <w:rFonts w:ascii="Calibri" w:hAnsi="Calibri"/>
          <w:b w:val="0"/>
          <w:noProof/>
          <w:sz w:val="22"/>
          <w:szCs w:val="22"/>
        </w:rPr>
      </w:pPr>
      <w:hyperlink w:anchor="_Toc524554719" w:history="1">
        <w:r w:rsidRPr="008014DE">
          <w:rPr>
            <w:rStyle w:val="Collegamentoipertestuale"/>
            <w:noProof/>
          </w:rPr>
          <w:t>3.</w:t>
        </w:r>
        <w:r w:rsidRPr="00BE2E61">
          <w:rPr>
            <w:rFonts w:ascii="Calibri" w:hAnsi="Calibri"/>
            <w:b w:val="0"/>
            <w:noProof/>
            <w:sz w:val="22"/>
            <w:szCs w:val="22"/>
          </w:rPr>
          <w:tab/>
        </w:r>
        <w:r w:rsidRPr="008014DE">
          <w:rPr>
            <w:rStyle w:val="Collegamentoipertestuale"/>
            <w:noProof/>
          </w:rPr>
          <w:t>Riferimenti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_Toc524554719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08E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833984F" w14:textId="09D3FAD7" w:rsidR="00A40849" w:rsidRPr="00BE2E61" w:rsidRDefault="00A40849" w:rsidP="00A40849">
      <w:pPr>
        <w:pStyle w:val="Sommario1"/>
        <w:tabs>
          <w:tab w:val="clear" w:pos="7938"/>
          <w:tab w:val="right" w:leader="dot" w:pos="8647"/>
        </w:tabs>
        <w:rPr>
          <w:rFonts w:ascii="Calibri" w:hAnsi="Calibri"/>
          <w:b w:val="0"/>
          <w:noProof/>
          <w:sz w:val="22"/>
          <w:szCs w:val="22"/>
        </w:rPr>
      </w:pPr>
      <w:hyperlink w:anchor="_Toc524554720" w:history="1">
        <w:r w:rsidRPr="008014DE">
          <w:rPr>
            <w:rStyle w:val="Collegamentoipertestuale"/>
            <w:noProof/>
          </w:rPr>
          <w:t>4.</w:t>
        </w:r>
        <w:r w:rsidRPr="00BE2E61">
          <w:rPr>
            <w:rFonts w:ascii="Calibri" w:hAnsi="Calibri"/>
            <w:b w:val="0"/>
            <w:noProof/>
            <w:sz w:val="22"/>
            <w:szCs w:val="22"/>
          </w:rPr>
          <w:tab/>
        </w:r>
        <w:r w:rsidRPr="008014DE">
          <w:rPr>
            <w:rStyle w:val="Collegamentoipertestuale"/>
            <w:noProof/>
          </w:rPr>
          <w:t>Termini e 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_Toc524554720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08E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E66C6BF" w14:textId="608EC35D" w:rsidR="00A40849" w:rsidRPr="00BE2E61" w:rsidRDefault="00A40849" w:rsidP="00A40849">
      <w:pPr>
        <w:pStyle w:val="Sommario1"/>
        <w:tabs>
          <w:tab w:val="clear" w:pos="7938"/>
          <w:tab w:val="right" w:leader="dot" w:pos="8647"/>
        </w:tabs>
        <w:rPr>
          <w:rFonts w:ascii="Calibri" w:hAnsi="Calibri"/>
          <w:b w:val="0"/>
          <w:noProof/>
          <w:sz w:val="22"/>
          <w:szCs w:val="22"/>
        </w:rPr>
      </w:pPr>
      <w:hyperlink w:anchor="_Toc524554721" w:history="1">
        <w:r w:rsidRPr="008014DE">
          <w:rPr>
            <w:rStyle w:val="Collegamentoipertestuale"/>
            <w:rFonts w:ascii="Arial" w:hAnsi="Arial"/>
            <w:noProof/>
          </w:rPr>
          <w:t>5.</w:t>
        </w:r>
        <w:r w:rsidRPr="00BE2E61">
          <w:rPr>
            <w:rFonts w:ascii="Calibri" w:hAnsi="Calibri"/>
            <w:b w:val="0"/>
            <w:noProof/>
            <w:sz w:val="22"/>
            <w:szCs w:val="22"/>
          </w:rPr>
          <w:tab/>
        </w:r>
        <w:r w:rsidRPr="008014DE">
          <w:rPr>
            <w:rStyle w:val="Collegamentoipertestuale"/>
            <w:rFonts w:ascii="Arial" w:hAnsi="Arial"/>
            <w:noProof/>
          </w:rPr>
          <w:t>Specifiche per l’integrazione in modalità SPCoop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_Toc524554721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08E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7E36222" w14:textId="21288746" w:rsidR="00A40849" w:rsidRPr="00BE2E61" w:rsidRDefault="00A40849" w:rsidP="00A40849">
      <w:pPr>
        <w:pStyle w:val="Sommario2"/>
        <w:tabs>
          <w:tab w:val="clear" w:pos="7938"/>
          <w:tab w:val="right" w:leader="dot" w:pos="8647"/>
        </w:tabs>
        <w:rPr>
          <w:rFonts w:ascii="Calibri" w:hAnsi="Calibri"/>
          <w:sz w:val="22"/>
          <w:szCs w:val="22"/>
        </w:rPr>
      </w:pPr>
      <w:hyperlink w:anchor="_Toc524554722" w:history="1">
        <w:r w:rsidRPr="008014DE">
          <w:rPr>
            <w:rStyle w:val="Collegamentoipertestuale"/>
          </w:rPr>
          <w:t>5.1</w:t>
        </w:r>
        <w:r w:rsidRPr="00BE2E61">
          <w:rPr>
            <w:rFonts w:ascii="Calibri" w:hAnsi="Calibri"/>
            <w:sz w:val="22"/>
            <w:szCs w:val="22"/>
          </w:rPr>
          <w:tab/>
        </w:r>
        <w:r w:rsidRPr="008014DE">
          <w:rPr>
            <w:rStyle w:val="Collegamentoipertestuale"/>
          </w:rPr>
          <w:t>Endpoint di riferimento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_Toc524554722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08EF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9387689" w14:textId="128955D3" w:rsidR="00A40849" w:rsidRPr="00BE2E61" w:rsidRDefault="00A40849" w:rsidP="00A40849">
      <w:pPr>
        <w:pStyle w:val="Sommario1"/>
        <w:tabs>
          <w:tab w:val="clear" w:pos="7938"/>
          <w:tab w:val="right" w:leader="dot" w:pos="8647"/>
        </w:tabs>
        <w:rPr>
          <w:rFonts w:ascii="Calibri" w:hAnsi="Calibri"/>
          <w:b w:val="0"/>
          <w:noProof/>
          <w:sz w:val="22"/>
          <w:szCs w:val="22"/>
        </w:rPr>
      </w:pPr>
      <w:hyperlink w:anchor="_Toc524554723" w:history="1">
        <w:r w:rsidRPr="008014DE">
          <w:rPr>
            <w:rStyle w:val="Collegamentoipertestuale"/>
            <w:noProof/>
          </w:rPr>
          <w:t>6.</w:t>
        </w:r>
        <w:r w:rsidRPr="00BE2E61">
          <w:rPr>
            <w:rFonts w:ascii="Calibri" w:hAnsi="Calibri"/>
            <w:b w:val="0"/>
            <w:noProof/>
            <w:sz w:val="22"/>
            <w:szCs w:val="22"/>
          </w:rPr>
          <w:tab/>
        </w:r>
        <w:r w:rsidRPr="008014DE">
          <w:rPr>
            <w:rStyle w:val="Collegamentoipertestuale"/>
            <w:noProof/>
          </w:rPr>
          <w:t>Specifiche per l’integrazione in modalità web services standard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_Toc524554723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08E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6284AD9" w14:textId="6D564EDA" w:rsidR="00A40849" w:rsidRPr="00BE2E61" w:rsidRDefault="00A40849" w:rsidP="00A40849">
      <w:pPr>
        <w:pStyle w:val="Sommario1"/>
        <w:tabs>
          <w:tab w:val="clear" w:pos="7938"/>
          <w:tab w:val="right" w:leader="dot" w:pos="8647"/>
        </w:tabs>
        <w:rPr>
          <w:rFonts w:ascii="Calibri" w:hAnsi="Calibri"/>
          <w:b w:val="0"/>
          <w:noProof/>
          <w:sz w:val="22"/>
          <w:szCs w:val="22"/>
        </w:rPr>
      </w:pPr>
      <w:hyperlink w:anchor="_Toc524554724" w:history="1">
        <w:r w:rsidRPr="008014DE">
          <w:rPr>
            <w:rStyle w:val="Collegamentoipertestuale"/>
            <w:noProof/>
          </w:rPr>
          <w:t>Appendice A – Messaggi per i controlli preliminari all’esecuzione del servizio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_Toc524554724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08E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2CC41F3" w14:textId="03D05ED8" w:rsidR="00A40849" w:rsidRPr="00BE2E61" w:rsidRDefault="00A40849" w:rsidP="00A40849">
      <w:pPr>
        <w:pStyle w:val="Sommario1"/>
        <w:tabs>
          <w:tab w:val="clear" w:pos="7938"/>
          <w:tab w:val="right" w:leader="dot" w:pos="8647"/>
        </w:tabs>
        <w:rPr>
          <w:rFonts w:ascii="Calibri" w:hAnsi="Calibri"/>
          <w:b w:val="0"/>
          <w:noProof/>
          <w:sz w:val="22"/>
          <w:szCs w:val="22"/>
        </w:rPr>
      </w:pPr>
      <w:hyperlink w:anchor="_Toc524554725" w:history="1">
        <w:r w:rsidRPr="008014DE">
          <w:rPr>
            <w:rStyle w:val="Collegamentoipertestuale"/>
            <w:noProof/>
          </w:rPr>
          <w:t>Appendice B – Specifiche dei tracciati record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_Toc524554725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08E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10AB5F5" w14:textId="207DB771" w:rsidR="00A40849" w:rsidRPr="00BE2E61" w:rsidRDefault="00A40849" w:rsidP="00A40849">
      <w:pPr>
        <w:pStyle w:val="Sommario2"/>
        <w:tabs>
          <w:tab w:val="clear" w:pos="7938"/>
          <w:tab w:val="right" w:leader="dot" w:pos="8647"/>
        </w:tabs>
        <w:rPr>
          <w:rFonts w:ascii="Calibri" w:hAnsi="Calibri"/>
          <w:sz w:val="22"/>
          <w:szCs w:val="22"/>
        </w:rPr>
      </w:pPr>
      <w:hyperlink w:anchor="_Toc524554726" w:history="1">
        <w:r w:rsidRPr="008014DE">
          <w:rPr>
            <w:rStyle w:val="Collegamentoipertestuale"/>
          </w:rPr>
          <w:t>1.1</w:t>
        </w:r>
        <w:r w:rsidRPr="00BE2E61">
          <w:rPr>
            <w:rFonts w:ascii="Calibri" w:hAnsi="Calibri"/>
            <w:sz w:val="22"/>
            <w:szCs w:val="22"/>
          </w:rPr>
          <w:tab/>
        </w:r>
        <w:r w:rsidRPr="008014DE">
          <w:rPr>
            <w:rStyle w:val="Collegamentoipertestuale"/>
          </w:rPr>
          <w:t>Tracciato record dei files relativi a ”nome tracciato 1”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_Toc524554726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08EF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52F35810" w14:textId="3AAEA874" w:rsidR="00A40849" w:rsidRPr="00BE2E61" w:rsidRDefault="00A40849" w:rsidP="00A40849">
      <w:pPr>
        <w:pStyle w:val="Sommario2"/>
        <w:tabs>
          <w:tab w:val="clear" w:pos="7938"/>
          <w:tab w:val="right" w:leader="dot" w:pos="8647"/>
        </w:tabs>
        <w:rPr>
          <w:rFonts w:ascii="Calibri" w:hAnsi="Calibri"/>
          <w:sz w:val="22"/>
          <w:szCs w:val="22"/>
        </w:rPr>
      </w:pPr>
      <w:hyperlink w:anchor="_Toc524554727" w:history="1">
        <w:r w:rsidRPr="008014DE">
          <w:rPr>
            <w:rStyle w:val="Collegamentoipertestuale"/>
          </w:rPr>
          <w:t>1.2</w:t>
        </w:r>
        <w:r w:rsidRPr="00BE2E61">
          <w:rPr>
            <w:rFonts w:ascii="Calibri" w:hAnsi="Calibri"/>
            <w:sz w:val="22"/>
            <w:szCs w:val="22"/>
          </w:rPr>
          <w:tab/>
        </w:r>
        <w:r w:rsidRPr="008014DE">
          <w:rPr>
            <w:rStyle w:val="Collegamentoipertestuale"/>
          </w:rPr>
          <w:t>Tracciato record dei files relativi a “nome tracciato 2”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_Toc524554727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08EF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5C863268" w14:textId="77777777" w:rsidR="002D3125" w:rsidRDefault="002D3125" w:rsidP="00A40849">
      <w:pPr>
        <w:tabs>
          <w:tab w:val="right" w:leader="dot" w:pos="8647"/>
          <w:tab w:val="right" w:leader="dot" w:pos="9072"/>
        </w:tabs>
        <w:ind w:left="0"/>
        <w:rPr>
          <w:i/>
          <w:iCs/>
          <w:vertAlign w:val="subscript"/>
        </w:rPr>
      </w:pPr>
      <w:r>
        <w:fldChar w:fldCharType="end"/>
      </w:r>
    </w:p>
    <w:p w14:paraId="23489C65" w14:textId="77777777" w:rsidR="002D3125" w:rsidRPr="009D6A84" w:rsidRDefault="002D3125" w:rsidP="009D6A84">
      <w:pPr>
        <w:pStyle w:val="Titolo1"/>
      </w:pPr>
      <w:bookmarkStart w:id="2" w:name="_Toc421005863"/>
      <w:r>
        <w:br w:type="page"/>
      </w:r>
      <w:bookmarkStart w:id="3" w:name="_Toc524554717"/>
      <w:r w:rsidRPr="009D6A84">
        <w:lastRenderedPageBreak/>
        <w:t>Introduzione</w:t>
      </w:r>
      <w:bookmarkEnd w:id="2"/>
      <w:bookmarkEnd w:id="3"/>
    </w:p>
    <w:p w14:paraId="33A495A6" w14:textId="77777777" w:rsidR="009D6A84" w:rsidRPr="009D6A84" w:rsidRDefault="009D6A84" w:rsidP="009D6A84">
      <w:pPr>
        <w:ind w:left="567" w:right="-1"/>
        <w:jc w:val="both"/>
        <w:rPr>
          <w:sz w:val="22"/>
          <w:szCs w:val="22"/>
        </w:rPr>
      </w:pPr>
      <w:bookmarkStart w:id="4" w:name="_Ref293133258"/>
      <w:bookmarkStart w:id="5" w:name="_Ref294741658"/>
      <w:r w:rsidRPr="009D6A84">
        <w:rPr>
          <w:sz w:val="22"/>
          <w:szCs w:val="22"/>
        </w:rPr>
        <w:t>Questo documento descrive le specifiche dei servizi esposti nell’ambito dell’area applicativa Accettazione di Urgenza del sistema Edotto, le cui specifiche sono riportate nel documento “</w:t>
      </w:r>
      <w:r w:rsidRPr="009D6A84">
        <w:rPr>
          <w:b/>
          <w:sz w:val="22"/>
          <w:szCs w:val="22"/>
          <w:u w:val="single"/>
        </w:rPr>
        <w:t>Requisiti funzionali dell’Area Applicativa</w:t>
      </w:r>
      <w:r w:rsidRPr="009D6A84">
        <w:rPr>
          <w:sz w:val="22"/>
          <w:szCs w:val="22"/>
        </w:rPr>
        <w:t>”. Le specifiche si riferiscono sia ai servizi esposti in modalità standard SPCoop, che ai servizi esposti in modalità web services standard, i cui dettagli sono riportati del documento “</w:t>
      </w:r>
      <w:r w:rsidRPr="009D6A84">
        <w:rPr>
          <w:b/>
          <w:sz w:val="22"/>
          <w:szCs w:val="22"/>
          <w:u w:val="single"/>
        </w:rPr>
        <w:t xml:space="preserve">Edotto - Specifiche delle misure di sicurezza dei servizi </w:t>
      </w:r>
      <w:proofErr w:type="gramStart"/>
      <w:r w:rsidRPr="009D6A84">
        <w:rPr>
          <w:b/>
          <w:sz w:val="22"/>
          <w:szCs w:val="22"/>
          <w:u w:val="single"/>
        </w:rPr>
        <w:t>esposti</w:t>
      </w:r>
      <w:r w:rsidRPr="009D6A84">
        <w:rPr>
          <w:sz w:val="22"/>
          <w:szCs w:val="22"/>
        </w:rPr>
        <w:t>“</w:t>
      </w:r>
      <w:proofErr w:type="gramEnd"/>
    </w:p>
    <w:p w14:paraId="4C0DDBAB" w14:textId="77777777" w:rsidR="009D6A84" w:rsidRPr="009D6A84" w:rsidRDefault="009D6A84" w:rsidP="009D6A84">
      <w:pPr>
        <w:pStyle w:val="Titolo1"/>
      </w:pPr>
      <w:bookmarkStart w:id="6" w:name="_Toc421005864"/>
      <w:bookmarkStart w:id="7" w:name="_Toc142106571"/>
      <w:bookmarkStart w:id="8" w:name="_Toc524405432"/>
      <w:bookmarkStart w:id="9" w:name="_Toc524554718"/>
      <w:r w:rsidRPr="009D6A84">
        <w:t>Scopo e Campo di Applicazione</w:t>
      </w:r>
      <w:bookmarkEnd w:id="6"/>
      <w:bookmarkEnd w:id="7"/>
      <w:bookmarkEnd w:id="8"/>
      <w:bookmarkEnd w:id="9"/>
      <w:r w:rsidRPr="009D6A84">
        <w:t xml:space="preserve"> </w:t>
      </w:r>
    </w:p>
    <w:p w14:paraId="4AB10B35" w14:textId="77777777" w:rsidR="009D6A84" w:rsidRPr="009D6A84" w:rsidRDefault="009D6A84" w:rsidP="009D6A84">
      <w:pPr>
        <w:ind w:left="567" w:right="-1"/>
        <w:jc w:val="both"/>
        <w:rPr>
          <w:sz w:val="22"/>
          <w:szCs w:val="22"/>
        </w:rPr>
      </w:pPr>
      <w:bookmarkStart w:id="10" w:name="_Toc421005865"/>
      <w:r w:rsidRPr="009D6A84">
        <w:rPr>
          <w:sz w:val="22"/>
          <w:szCs w:val="22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0507D32A" w14:textId="77777777" w:rsidR="009D6A84" w:rsidRDefault="009D6A84" w:rsidP="009D6A84">
      <w:pPr>
        <w:pStyle w:val="Titolo1"/>
      </w:pPr>
      <w:bookmarkStart w:id="11" w:name="_Toc142106572"/>
      <w:bookmarkStart w:id="12" w:name="_Toc524405433"/>
      <w:bookmarkStart w:id="13" w:name="_Toc524554719"/>
      <w:r w:rsidRPr="00BF5559">
        <w:t>Riferimenti</w:t>
      </w:r>
      <w:bookmarkEnd w:id="10"/>
      <w:bookmarkEnd w:id="11"/>
      <w:bookmarkEnd w:id="12"/>
      <w:bookmarkEnd w:id="13"/>
    </w:p>
    <w:p w14:paraId="183C9CBF" w14:textId="77777777" w:rsidR="009D6A84" w:rsidRPr="009D6A84" w:rsidRDefault="009D6A84" w:rsidP="009D6A84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9D6A84">
        <w:rPr>
          <w:sz w:val="22"/>
          <w:szCs w:val="22"/>
        </w:rPr>
        <w:t xml:space="preserve">ANP Analisi dei Processi Area </w:t>
      </w:r>
      <w:r w:rsidRPr="009D6A84">
        <w:t>Assistenza Protesica</w:t>
      </w:r>
    </w:p>
    <w:p w14:paraId="6855FE7C" w14:textId="77777777" w:rsidR="009D6A84" w:rsidRPr="009D6A84" w:rsidRDefault="009D6A84" w:rsidP="009D6A84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9D6A84">
        <w:rPr>
          <w:sz w:val="22"/>
          <w:szCs w:val="22"/>
        </w:rPr>
        <w:t xml:space="preserve">ASWR Requisiti Funzionali Area </w:t>
      </w:r>
      <w:r w:rsidRPr="009D6A84">
        <w:t>Assistenza Protesica</w:t>
      </w:r>
    </w:p>
    <w:p w14:paraId="4610D69B" w14:textId="77777777" w:rsidR="009D6A84" w:rsidRPr="009D6A84" w:rsidRDefault="009D6A84" w:rsidP="009D6A84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9D6A84">
        <w:rPr>
          <w:sz w:val="22"/>
          <w:szCs w:val="22"/>
        </w:rPr>
        <w:t>Edotto - Architettura Generale del sistema applicativo</w:t>
      </w:r>
    </w:p>
    <w:p w14:paraId="0F05BFF1" w14:textId="77777777" w:rsidR="009D6A84" w:rsidRPr="009D6A84" w:rsidRDefault="009D6A84" w:rsidP="009D6A84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9D6A84">
        <w:rPr>
          <w:sz w:val="22"/>
          <w:szCs w:val="22"/>
        </w:rPr>
        <w:t>Edotto - Specifiche delle misure di sicurezza dei servizi esposti.</w:t>
      </w:r>
    </w:p>
    <w:p w14:paraId="6AA14CE7" w14:textId="77777777" w:rsidR="009D6A84" w:rsidRPr="00BF5559" w:rsidRDefault="009D6A84" w:rsidP="009D6A84">
      <w:pPr>
        <w:pStyle w:val="Titolo1"/>
      </w:pPr>
      <w:bookmarkStart w:id="14" w:name="_Toc524405434"/>
      <w:bookmarkStart w:id="15" w:name="_Toc524554720"/>
      <w:bookmarkEnd w:id="4"/>
      <w:bookmarkEnd w:id="5"/>
      <w:r w:rsidRPr="00BF5559">
        <w:t>Termini e definizioni</w:t>
      </w:r>
      <w:bookmarkEnd w:id="14"/>
      <w:bookmarkEnd w:id="15"/>
    </w:p>
    <w:p w14:paraId="49101747" w14:textId="77777777" w:rsidR="009D6A84" w:rsidRPr="009D6A84" w:rsidRDefault="009D6A84" w:rsidP="009D6A84">
      <w:pPr>
        <w:ind w:left="567" w:right="-1"/>
        <w:jc w:val="both"/>
        <w:rPr>
          <w:sz w:val="22"/>
          <w:szCs w:val="22"/>
        </w:rPr>
      </w:pPr>
      <w:r w:rsidRPr="009D6A84">
        <w:rPr>
          <w:b/>
          <w:sz w:val="22"/>
          <w:szCs w:val="22"/>
        </w:rPr>
        <w:t>Sistema Fruitore</w:t>
      </w:r>
      <w:r w:rsidRPr="009D6A84">
        <w:rPr>
          <w:sz w:val="22"/>
          <w:szCs w:val="22"/>
        </w:rPr>
        <w:t>: sistema informativo cooperante con Edotto che fruisce dei servizi esposti da quest’ultimo secondo le modalità concordate e conformemente alle specifiche tecniche di integrazione.</w:t>
      </w:r>
    </w:p>
    <w:p w14:paraId="0959E513" w14:textId="77777777" w:rsidR="009D6A84" w:rsidRPr="009D6A84" w:rsidRDefault="009D6A84" w:rsidP="009D6A84">
      <w:pPr>
        <w:ind w:left="567" w:right="-1"/>
        <w:jc w:val="both"/>
        <w:rPr>
          <w:sz w:val="22"/>
          <w:szCs w:val="22"/>
        </w:rPr>
      </w:pPr>
      <w:r w:rsidRPr="009D6A84">
        <w:rPr>
          <w:b/>
          <w:sz w:val="22"/>
          <w:szCs w:val="22"/>
        </w:rPr>
        <w:t>Sistema Erogatore</w:t>
      </w:r>
      <w:r w:rsidRPr="009D6A84">
        <w:rPr>
          <w:sz w:val="22"/>
          <w:szCs w:val="22"/>
        </w:rPr>
        <w:t xml:space="preserve">: sistema informativo che espone servizi (in modalità web services o SPCoop) che possono essere invocati da un sistema fruitore per portare a compimento specifici obiettivi di cooperazione applicativa tra sistemi. </w:t>
      </w:r>
    </w:p>
    <w:p w14:paraId="58B5BB0E" w14:textId="77777777" w:rsidR="009D6A84" w:rsidRPr="009D6A84" w:rsidRDefault="009D6A84" w:rsidP="009D6A84">
      <w:pPr>
        <w:ind w:left="567" w:right="-1"/>
        <w:jc w:val="both"/>
        <w:rPr>
          <w:sz w:val="22"/>
          <w:szCs w:val="22"/>
        </w:rPr>
      </w:pPr>
      <w:r w:rsidRPr="009D6A84">
        <w:rPr>
          <w:b/>
          <w:sz w:val="22"/>
          <w:szCs w:val="22"/>
        </w:rPr>
        <w:t>Scenario di Integrazione</w:t>
      </w:r>
      <w:r w:rsidRPr="009D6A84">
        <w:rPr>
          <w:sz w:val="22"/>
          <w:szCs w:val="22"/>
        </w:rPr>
        <w:t xml:space="preserve">: descrizione dettagliata delle modalità con cui un sistema fruitore interagisce con un sistema erogatore </w:t>
      </w:r>
      <w:proofErr w:type="gramStart"/>
      <w:r w:rsidRPr="009D6A84">
        <w:rPr>
          <w:sz w:val="22"/>
          <w:szCs w:val="22"/>
        </w:rPr>
        <w:t>per  portare</w:t>
      </w:r>
      <w:proofErr w:type="gramEnd"/>
      <w:r w:rsidRPr="009D6A84">
        <w:rPr>
          <w:sz w:val="22"/>
          <w:szCs w:val="22"/>
        </w:rPr>
        <w:t xml:space="preserve"> a compimento specifici obiettivi di cooperazione applicativa. </w:t>
      </w:r>
    </w:p>
    <w:p w14:paraId="4ED5E7EB" w14:textId="77777777" w:rsidR="002D3125" w:rsidRDefault="009D6A84" w:rsidP="009D6A84">
      <w:pPr>
        <w:pStyle w:val="Titolo1"/>
        <w:rPr>
          <w:rStyle w:val="CarattereCarattere1"/>
        </w:rPr>
      </w:pPr>
      <w:r>
        <w:rPr>
          <w:rStyle w:val="CarattereCarattere1"/>
        </w:rPr>
        <w:br w:type="page"/>
      </w:r>
      <w:bookmarkStart w:id="16" w:name="_Toc524554721"/>
      <w:r w:rsidR="002D3125">
        <w:rPr>
          <w:rStyle w:val="CarattereCarattere1"/>
        </w:rPr>
        <w:lastRenderedPageBreak/>
        <w:t xml:space="preserve">Specifiche </w:t>
      </w:r>
      <w:r w:rsidR="00BD293E">
        <w:rPr>
          <w:rStyle w:val="CarattereCarattere1"/>
        </w:rPr>
        <w:t>per l’</w:t>
      </w:r>
      <w:r w:rsidR="002D3125">
        <w:rPr>
          <w:rStyle w:val="CarattereCarattere1"/>
        </w:rPr>
        <w:t>integrazione</w:t>
      </w:r>
      <w:r w:rsidR="00BD293E">
        <w:rPr>
          <w:rStyle w:val="CarattereCarattere1"/>
        </w:rPr>
        <w:t xml:space="preserve"> in modalità SPCoop</w:t>
      </w:r>
      <w:bookmarkEnd w:id="16"/>
    </w:p>
    <w:p w14:paraId="7F2F086B" w14:textId="77777777" w:rsidR="009D6A84" w:rsidRPr="009D6A84" w:rsidRDefault="009D6A84" w:rsidP="009D6A84">
      <w:pPr>
        <w:ind w:left="567" w:right="-1"/>
        <w:jc w:val="both"/>
        <w:rPr>
          <w:sz w:val="22"/>
          <w:szCs w:val="22"/>
        </w:rPr>
      </w:pPr>
      <w:r w:rsidRPr="009D6A84">
        <w:rPr>
          <w:sz w:val="22"/>
          <w:szCs w:val="22"/>
        </w:rPr>
        <w:t xml:space="preserve">L’invocazione dei servizi esposti in cooperazione applicativa dal sistema </w:t>
      </w:r>
      <w:proofErr w:type="gramStart"/>
      <w:r w:rsidRPr="009D6A84">
        <w:rPr>
          <w:sz w:val="22"/>
          <w:szCs w:val="22"/>
        </w:rPr>
        <w:t>Edotto  richiede</w:t>
      </w:r>
      <w:proofErr w:type="gramEnd"/>
      <w:r w:rsidRPr="009D6A84">
        <w:rPr>
          <w:sz w:val="22"/>
          <w:szCs w:val="22"/>
        </w:rPr>
        <w:t xml:space="preserve"> l’invio di Buste di e-government alla relativa Porta di Dominio. </w:t>
      </w:r>
    </w:p>
    <w:p w14:paraId="4A630035" w14:textId="77777777" w:rsidR="009D6A84" w:rsidRPr="009D6A84" w:rsidRDefault="009D6A84" w:rsidP="009D6A84">
      <w:pPr>
        <w:ind w:left="567" w:right="-1"/>
        <w:jc w:val="both"/>
        <w:rPr>
          <w:sz w:val="22"/>
          <w:szCs w:val="22"/>
        </w:rPr>
      </w:pPr>
      <w:r w:rsidRPr="009D6A84">
        <w:rPr>
          <w:sz w:val="22"/>
          <w:szCs w:val="22"/>
        </w:rPr>
        <w:t>Il contenuto applicativo delle Buste di e-gov è rappresentato da stringhe XML con sintassi SOAP 1.1.</w:t>
      </w:r>
    </w:p>
    <w:p w14:paraId="530BDD86" w14:textId="77777777" w:rsidR="009D6A84" w:rsidRPr="009D6A84" w:rsidRDefault="009D6A84" w:rsidP="009D6A84">
      <w:pPr>
        <w:ind w:left="567" w:right="-1"/>
        <w:jc w:val="both"/>
        <w:rPr>
          <w:sz w:val="22"/>
          <w:szCs w:val="22"/>
        </w:rPr>
      </w:pPr>
      <w:r w:rsidRPr="009D6A84">
        <w:rPr>
          <w:sz w:val="22"/>
          <w:szCs w:val="22"/>
        </w:rPr>
        <w:t xml:space="preserve">Sia il messaggio di richiesta che quello di risposta viaggiano all’interno delle buste come contenuto applicativo. Nel body delle buste è stata usata la codifica descrizione </w:t>
      </w:r>
      <w:proofErr w:type="spellStart"/>
      <w:r w:rsidRPr="009D6A84">
        <w:rPr>
          <w:sz w:val="22"/>
          <w:szCs w:val="22"/>
        </w:rPr>
        <w:t>egov</w:t>
      </w:r>
      <w:proofErr w:type="spellEnd"/>
      <w:r w:rsidRPr="009D6A84">
        <w:rPr>
          <w:sz w:val="22"/>
          <w:szCs w:val="22"/>
        </w:rPr>
        <w:t xml:space="preserve"> 2005. </w:t>
      </w:r>
    </w:p>
    <w:p w14:paraId="093E4995" w14:textId="77777777" w:rsidR="009D6A84" w:rsidRPr="009D6A84" w:rsidRDefault="009D6A84" w:rsidP="009D6A84">
      <w:pPr>
        <w:ind w:left="567" w:right="-1"/>
        <w:jc w:val="both"/>
        <w:rPr>
          <w:sz w:val="22"/>
          <w:szCs w:val="22"/>
        </w:rPr>
      </w:pPr>
      <w:r w:rsidRPr="009D6A84">
        <w:rPr>
          <w:sz w:val="22"/>
          <w:szCs w:val="22"/>
        </w:rPr>
        <w:t>In allegato al presente documento vengono forniti e ne costituiscono parte integrante i seguenti elementi, definiti in coerenza con le norme tecniche CNIPA/DigitPA riguardanti la descrizione degli Accordi di Servizio SPCoop.</w:t>
      </w:r>
    </w:p>
    <w:p w14:paraId="35997BD2" w14:textId="77777777" w:rsidR="009D6A84" w:rsidRPr="009D6A84" w:rsidRDefault="009D6A84" w:rsidP="009D6A84">
      <w:pPr>
        <w:numPr>
          <w:ilvl w:val="0"/>
          <w:numId w:val="29"/>
        </w:numPr>
        <w:ind w:right="-1"/>
        <w:jc w:val="both"/>
        <w:rPr>
          <w:sz w:val="22"/>
          <w:szCs w:val="22"/>
        </w:rPr>
      </w:pPr>
      <w:r w:rsidRPr="009D6A84">
        <w:rPr>
          <w:sz w:val="22"/>
          <w:szCs w:val="22"/>
        </w:rPr>
        <w:t>una cartella &lt;Entità&gt;_</w:t>
      </w:r>
      <w:proofErr w:type="spellStart"/>
      <w:r w:rsidRPr="009D6A84">
        <w:rPr>
          <w:sz w:val="22"/>
          <w:szCs w:val="22"/>
        </w:rPr>
        <w:t>AdsParteComune</w:t>
      </w:r>
      <w:proofErr w:type="spellEnd"/>
      <w:r w:rsidRPr="009D6A84">
        <w:rPr>
          <w:sz w:val="22"/>
          <w:szCs w:val="22"/>
        </w:rPr>
        <w:t xml:space="preserve"> per ogni entità dell’area su cui sono attestati i servizi, contenenti ciascuna i seguenti elementi</w:t>
      </w:r>
    </w:p>
    <w:p w14:paraId="5C3004F3" w14:textId="77777777" w:rsidR="009D6A84" w:rsidRPr="009D6A84" w:rsidRDefault="009D6A84" w:rsidP="009D6A8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9D6A84">
        <w:rPr>
          <w:sz w:val="22"/>
          <w:szCs w:val="22"/>
        </w:rPr>
        <w:t xml:space="preserve">una </w:t>
      </w:r>
      <w:proofErr w:type="spellStart"/>
      <w:r w:rsidRPr="009D6A84">
        <w:rPr>
          <w:sz w:val="22"/>
          <w:szCs w:val="22"/>
        </w:rPr>
        <w:t>cartela</w:t>
      </w:r>
      <w:proofErr w:type="spellEnd"/>
      <w:r w:rsidRPr="009D6A84">
        <w:rPr>
          <w:sz w:val="22"/>
          <w:szCs w:val="22"/>
        </w:rPr>
        <w:t xml:space="preserve"> </w:t>
      </w:r>
      <w:proofErr w:type="spellStart"/>
      <w:r w:rsidRPr="009D6A84">
        <w:rPr>
          <w:i/>
          <w:sz w:val="22"/>
          <w:szCs w:val="22"/>
        </w:rPr>
        <w:t>componentiAds</w:t>
      </w:r>
      <w:proofErr w:type="spellEnd"/>
    </w:p>
    <w:p w14:paraId="393ABA11" w14:textId="77777777" w:rsidR="009D6A84" w:rsidRPr="009D6A84" w:rsidRDefault="009D6A84" w:rsidP="009D6A8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9D6A84">
        <w:rPr>
          <w:sz w:val="22"/>
          <w:szCs w:val="22"/>
        </w:rPr>
        <w:t>adsManifest.xml</w:t>
      </w:r>
    </w:p>
    <w:p w14:paraId="1D00E536" w14:textId="77777777" w:rsidR="009D6A84" w:rsidRPr="009D6A84" w:rsidRDefault="009D6A84" w:rsidP="009D6A84">
      <w:pPr>
        <w:spacing w:before="240"/>
        <w:ind w:left="567" w:right="-142"/>
        <w:jc w:val="both"/>
        <w:rPr>
          <w:sz w:val="22"/>
          <w:szCs w:val="22"/>
        </w:rPr>
      </w:pPr>
      <w:r w:rsidRPr="009D6A84">
        <w:rPr>
          <w:sz w:val="22"/>
          <w:szCs w:val="22"/>
        </w:rPr>
        <w:t xml:space="preserve">La cartella </w:t>
      </w:r>
      <w:proofErr w:type="spellStart"/>
      <w:r w:rsidRPr="009D6A84">
        <w:rPr>
          <w:i/>
          <w:sz w:val="22"/>
          <w:szCs w:val="22"/>
        </w:rPr>
        <w:t>componentiAds</w:t>
      </w:r>
      <w:proofErr w:type="spellEnd"/>
      <w:r w:rsidRPr="009D6A84">
        <w:rPr>
          <w:sz w:val="22"/>
          <w:szCs w:val="22"/>
        </w:rPr>
        <w:t xml:space="preserve"> prevede una sottocartella </w:t>
      </w:r>
      <w:proofErr w:type="spellStart"/>
      <w:r w:rsidRPr="009D6A84">
        <w:rPr>
          <w:i/>
          <w:sz w:val="22"/>
          <w:szCs w:val="22"/>
        </w:rPr>
        <w:t>parteComune</w:t>
      </w:r>
      <w:proofErr w:type="spellEnd"/>
      <w:r w:rsidRPr="009D6A84">
        <w:rPr>
          <w:sz w:val="22"/>
          <w:szCs w:val="22"/>
        </w:rPr>
        <w:t xml:space="preserve"> che a sua volta è strutturata in </w:t>
      </w:r>
    </w:p>
    <w:p w14:paraId="46660396" w14:textId="77777777" w:rsidR="009D6A84" w:rsidRPr="009D6A84" w:rsidRDefault="009D6A84" w:rsidP="009D6A84">
      <w:pPr>
        <w:numPr>
          <w:ilvl w:val="0"/>
          <w:numId w:val="29"/>
        </w:numPr>
        <w:ind w:right="-1"/>
        <w:jc w:val="both"/>
        <w:rPr>
          <w:sz w:val="22"/>
          <w:szCs w:val="22"/>
        </w:rPr>
      </w:pPr>
      <w:r w:rsidRPr="009D6A84">
        <w:rPr>
          <w:sz w:val="22"/>
          <w:szCs w:val="22"/>
        </w:rPr>
        <w:t>Allegati</w:t>
      </w:r>
    </w:p>
    <w:p w14:paraId="52A46975" w14:textId="77777777" w:rsidR="009D6A84" w:rsidRPr="009D6A84" w:rsidRDefault="009D6A84" w:rsidP="009D6A84">
      <w:pPr>
        <w:numPr>
          <w:ilvl w:val="0"/>
          <w:numId w:val="29"/>
        </w:numPr>
        <w:ind w:right="-1"/>
        <w:jc w:val="both"/>
        <w:rPr>
          <w:sz w:val="22"/>
          <w:szCs w:val="22"/>
        </w:rPr>
      </w:pPr>
      <w:proofErr w:type="spellStart"/>
      <w:r w:rsidRPr="009D6A84">
        <w:rPr>
          <w:sz w:val="22"/>
          <w:szCs w:val="22"/>
        </w:rPr>
        <w:t>componenteSemiformale</w:t>
      </w:r>
      <w:proofErr w:type="spellEnd"/>
      <w:r w:rsidRPr="009D6A84">
        <w:rPr>
          <w:sz w:val="22"/>
          <w:szCs w:val="22"/>
        </w:rPr>
        <w:t xml:space="preserve"> </w:t>
      </w:r>
    </w:p>
    <w:p w14:paraId="086E90CA" w14:textId="77777777" w:rsidR="009D6A84" w:rsidRPr="009D6A84" w:rsidRDefault="009D6A84" w:rsidP="009D6A84">
      <w:pPr>
        <w:numPr>
          <w:ilvl w:val="0"/>
          <w:numId w:val="29"/>
        </w:numPr>
        <w:ind w:right="-1"/>
        <w:jc w:val="both"/>
        <w:rPr>
          <w:sz w:val="22"/>
          <w:szCs w:val="22"/>
        </w:rPr>
      </w:pPr>
      <w:proofErr w:type="spellStart"/>
      <w:r w:rsidRPr="009D6A84">
        <w:rPr>
          <w:sz w:val="22"/>
          <w:szCs w:val="22"/>
        </w:rPr>
        <w:t>specificaInterfacciaParteComune</w:t>
      </w:r>
      <w:proofErr w:type="spellEnd"/>
    </w:p>
    <w:p w14:paraId="14B53C59" w14:textId="77777777" w:rsidR="009D6A84" w:rsidRPr="009D6A84" w:rsidRDefault="009D6A84" w:rsidP="009D6A84">
      <w:pPr>
        <w:spacing w:before="240"/>
        <w:ind w:left="567" w:right="-1"/>
        <w:jc w:val="both"/>
        <w:rPr>
          <w:sz w:val="22"/>
          <w:szCs w:val="22"/>
        </w:rPr>
      </w:pPr>
      <w:r w:rsidRPr="009D6A84">
        <w:rPr>
          <w:sz w:val="22"/>
          <w:szCs w:val="22"/>
        </w:rPr>
        <w:t>Contenenti rispettivamente quanto segue.</w:t>
      </w:r>
    </w:p>
    <w:p w14:paraId="07D8E732" w14:textId="77777777" w:rsidR="009D6A84" w:rsidRPr="009D6A84" w:rsidRDefault="009D6A84" w:rsidP="009D6A84">
      <w:pPr>
        <w:numPr>
          <w:ilvl w:val="0"/>
          <w:numId w:val="29"/>
        </w:numPr>
        <w:ind w:right="-1"/>
        <w:jc w:val="both"/>
        <w:rPr>
          <w:sz w:val="22"/>
          <w:szCs w:val="22"/>
          <w:u w:val="single"/>
        </w:rPr>
      </w:pPr>
      <w:r w:rsidRPr="009D6A84">
        <w:rPr>
          <w:sz w:val="22"/>
          <w:szCs w:val="22"/>
          <w:u w:val="single"/>
        </w:rPr>
        <w:t>Allegati</w:t>
      </w:r>
    </w:p>
    <w:p w14:paraId="272A19DF" w14:textId="77777777" w:rsidR="009D6A84" w:rsidRPr="009D6A84" w:rsidRDefault="009D6A84" w:rsidP="009D6A8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9D6A84">
        <w:rPr>
          <w:sz w:val="22"/>
          <w:szCs w:val="22"/>
        </w:rPr>
        <w:t>Javadoc che definisce la semantica dei messaggi di richiesta e di risposta</w:t>
      </w:r>
    </w:p>
    <w:p w14:paraId="152F360A" w14:textId="77777777" w:rsidR="009D6A84" w:rsidRPr="009D6A84" w:rsidRDefault="009D6A84" w:rsidP="009D6A8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9D6A84">
        <w:rPr>
          <w:sz w:val="22"/>
          <w:szCs w:val="22"/>
        </w:rPr>
        <w:t>Mapping-AzioneEgov-Operation.doc</w:t>
      </w:r>
    </w:p>
    <w:p w14:paraId="4F38CFAF" w14:textId="77777777" w:rsidR="009D6A84" w:rsidRPr="009D6A84" w:rsidRDefault="009D6A84" w:rsidP="009D6A84">
      <w:pPr>
        <w:numPr>
          <w:ilvl w:val="0"/>
          <w:numId w:val="29"/>
        </w:numPr>
        <w:ind w:right="-1"/>
        <w:jc w:val="both"/>
        <w:rPr>
          <w:sz w:val="22"/>
          <w:szCs w:val="22"/>
          <w:u w:val="single"/>
        </w:rPr>
      </w:pPr>
      <w:proofErr w:type="spellStart"/>
      <w:r w:rsidRPr="009D6A84">
        <w:rPr>
          <w:sz w:val="22"/>
          <w:szCs w:val="22"/>
          <w:u w:val="single"/>
        </w:rPr>
        <w:t>componenteSemiformale</w:t>
      </w:r>
      <w:proofErr w:type="spellEnd"/>
      <w:r w:rsidRPr="009D6A84">
        <w:rPr>
          <w:sz w:val="22"/>
          <w:szCs w:val="22"/>
          <w:u w:val="single"/>
        </w:rPr>
        <w:t xml:space="preserve"> </w:t>
      </w:r>
    </w:p>
    <w:p w14:paraId="5184534D" w14:textId="77777777" w:rsidR="009D6A84" w:rsidRPr="009D6A84" w:rsidRDefault="009D6A84" w:rsidP="009D6A8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9D6A84">
        <w:rPr>
          <w:sz w:val="22"/>
          <w:szCs w:val="22"/>
        </w:rPr>
        <w:t>&lt;Entità&gt;WS_ProfiloCollaborazione.xml</w:t>
      </w:r>
    </w:p>
    <w:p w14:paraId="5C7C8BEF" w14:textId="77777777" w:rsidR="009D6A84" w:rsidRPr="009D6A84" w:rsidRDefault="009D6A84" w:rsidP="009D6A84">
      <w:pPr>
        <w:numPr>
          <w:ilvl w:val="0"/>
          <w:numId w:val="29"/>
        </w:numPr>
        <w:ind w:right="-1"/>
        <w:jc w:val="both"/>
        <w:rPr>
          <w:sz w:val="22"/>
          <w:szCs w:val="22"/>
          <w:u w:val="single"/>
        </w:rPr>
      </w:pPr>
      <w:proofErr w:type="spellStart"/>
      <w:r w:rsidRPr="009D6A84">
        <w:rPr>
          <w:sz w:val="22"/>
          <w:szCs w:val="22"/>
          <w:u w:val="single"/>
        </w:rPr>
        <w:t>specificaInterfacciaParteComune</w:t>
      </w:r>
      <w:proofErr w:type="spellEnd"/>
    </w:p>
    <w:p w14:paraId="31113D4C" w14:textId="77777777" w:rsidR="009D6A84" w:rsidRPr="009D6A84" w:rsidRDefault="009D6A84" w:rsidP="009D6A8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9D6A84">
        <w:rPr>
          <w:sz w:val="22"/>
          <w:szCs w:val="22"/>
        </w:rPr>
        <w:t>&lt;Entità&gt;</w:t>
      </w:r>
      <w:proofErr w:type="spellStart"/>
      <w:r w:rsidRPr="009D6A84">
        <w:rPr>
          <w:sz w:val="22"/>
          <w:szCs w:val="22"/>
        </w:rPr>
        <w:t>WS_Concettuale.wsdl</w:t>
      </w:r>
      <w:proofErr w:type="spellEnd"/>
    </w:p>
    <w:p w14:paraId="7D694E8B" w14:textId="77777777" w:rsidR="009D6A84" w:rsidRPr="009D6A84" w:rsidRDefault="009D6A84" w:rsidP="009D6A8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9D6A84">
        <w:rPr>
          <w:sz w:val="22"/>
          <w:szCs w:val="22"/>
        </w:rPr>
        <w:t>&lt;Entità&gt;</w:t>
      </w:r>
      <w:proofErr w:type="spellStart"/>
      <w:r w:rsidRPr="009D6A84">
        <w:rPr>
          <w:sz w:val="22"/>
          <w:szCs w:val="22"/>
        </w:rPr>
        <w:t>WS_ErogatoreLogico.wsdl</w:t>
      </w:r>
      <w:proofErr w:type="spellEnd"/>
    </w:p>
    <w:p w14:paraId="4BF724B4" w14:textId="77777777" w:rsidR="009D6A84" w:rsidRPr="009D6A84" w:rsidRDefault="009D6A84" w:rsidP="009D6A8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9D6A84">
        <w:rPr>
          <w:sz w:val="22"/>
          <w:szCs w:val="22"/>
        </w:rPr>
        <w:t>&lt;Entità&gt;</w:t>
      </w:r>
      <w:proofErr w:type="spellStart"/>
      <w:r w:rsidRPr="009D6A84">
        <w:rPr>
          <w:sz w:val="22"/>
          <w:szCs w:val="22"/>
        </w:rPr>
        <w:t>WS_FruitoreLogico.wsdl</w:t>
      </w:r>
      <w:proofErr w:type="spellEnd"/>
    </w:p>
    <w:p w14:paraId="6347F11E" w14:textId="77777777" w:rsidR="009D6A84" w:rsidRPr="009D6A84" w:rsidRDefault="009D6A84" w:rsidP="009D6A8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proofErr w:type="spellStart"/>
      <w:r w:rsidRPr="009D6A84">
        <w:rPr>
          <w:sz w:val="22"/>
          <w:szCs w:val="22"/>
        </w:rPr>
        <w:t>Types</w:t>
      </w:r>
      <w:proofErr w:type="spellEnd"/>
      <w:r w:rsidRPr="009D6A84">
        <w:rPr>
          <w:sz w:val="22"/>
          <w:szCs w:val="22"/>
        </w:rPr>
        <w:t>&lt;Entità&gt;.</w:t>
      </w:r>
      <w:proofErr w:type="spellStart"/>
      <w:r w:rsidRPr="009D6A84">
        <w:rPr>
          <w:sz w:val="22"/>
          <w:szCs w:val="22"/>
        </w:rPr>
        <w:t>xsd</w:t>
      </w:r>
      <w:proofErr w:type="spellEnd"/>
    </w:p>
    <w:p w14:paraId="59FA0308" w14:textId="77777777" w:rsidR="005C1C4C" w:rsidRPr="009D6A84" w:rsidRDefault="009D6A84" w:rsidP="009D6A84">
      <w:pPr>
        <w:ind w:right="708"/>
        <w:jc w:val="both"/>
        <w:rPr>
          <w:sz w:val="22"/>
          <w:szCs w:val="22"/>
        </w:rPr>
      </w:pPr>
      <w:r w:rsidRPr="009D6A84">
        <w:rPr>
          <w:sz w:val="22"/>
          <w:szCs w:val="22"/>
        </w:rPr>
        <w:t>In particolare, le entità su cui sono attestati i servizi sono quelle riportate nel seguito:</w:t>
      </w:r>
    </w:p>
    <w:p w14:paraId="675342C3" w14:textId="77777777" w:rsidR="005C1C4C" w:rsidRPr="009D6A84" w:rsidRDefault="003B66D1" w:rsidP="003B66D1">
      <w:pPr>
        <w:numPr>
          <w:ilvl w:val="0"/>
          <w:numId w:val="32"/>
        </w:numPr>
        <w:ind w:right="708"/>
        <w:jc w:val="both"/>
        <w:rPr>
          <w:sz w:val="22"/>
          <w:szCs w:val="22"/>
        </w:rPr>
      </w:pPr>
      <w:proofErr w:type="spellStart"/>
      <w:r w:rsidRPr="009D6A84">
        <w:rPr>
          <w:sz w:val="22"/>
          <w:szCs w:val="22"/>
        </w:rPr>
        <w:t>RichiestaDispositivo</w:t>
      </w:r>
      <w:proofErr w:type="spellEnd"/>
    </w:p>
    <w:p w14:paraId="00353286" w14:textId="77777777" w:rsidR="003B66D1" w:rsidRPr="009D6A84" w:rsidRDefault="003B66D1" w:rsidP="003B66D1">
      <w:pPr>
        <w:numPr>
          <w:ilvl w:val="0"/>
          <w:numId w:val="32"/>
        </w:numPr>
        <w:ind w:right="708"/>
        <w:jc w:val="both"/>
        <w:rPr>
          <w:sz w:val="22"/>
          <w:szCs w:val="22"/>
        </w:rPr>
      </w:pPr>
      <w:proofErr w:type="spellStart"/>
      <w:r w:rsidRPr="009D6A84">
        <w:rPr>
          <w:sz w:val="22"/>
          <w:szCs w:val="22"/>
        </w:rPr>
        <w:t>FornitoreDiDispositivi</w:t>
      </w:r>
      <w:proofErr w:type="spellEnd"/>
    </w:p>
    <w:p w14:paraId="13DFDF94" w14:textId="77777777" w:rsidR="002D3125" w:rsidRPr="009D6A84" w:rsidRDefault="002D3125" w:rsidP="009D6A84">
      <w:pPr>
        <w:pStyle w:val="Titolo2"/>
        <w:numPr>
          <w:ilvl w:val="1"/>
          <w:numId w:val="35"/>
        </w:numPr>
        <w:ind w:left="567" w:hanging="578"/>
      </w:pPr>
      <w:bookmarkStart w:id="17" w:name="_Toc524554722"/>
      <w:r w:rsidRPr="009D6A84">
        <w:lastRenderedPageBreak/>
        <w:t>Endpoint di riferimento</w:t>
      </w:r>
      <w:bookmarkEnd w:id="17"/>
    </w:p>
    <w:p w14:paraId="0E90DA48" w14:textId="77777777" w:rsidR="009D6A84" w:rsidRPr="009D6A84" w:rsidRDefault="009D6A84" w:rsidP="009D6A84">
      <w:pPr>
        <w:ind w:left="567" w:right="-1"/>
        <w:jc w:val="both"/>
        <w:rPr>
          <w:sz w:val="22"/>
          <w:szCs w:val="22"/>
        </w:rPr>
      </w:pPr>
      <w:r w:rsidRPr="009D6A84">
        <w:rPr>
          <w:sz w:val="22"/>
          <w:szCs w:val="22"/>
        </w:rPr>
        <w:t>L’endpoint a cui vanno indirizzate le buste di e-gov è contenuto all’interno dei file &lt;Entità&gt;</w:t>
      </w:r>
      <w:proofErr w:type="spellStart"/>
      <w:r w:rsidRPr="009D6A84">
        <w:rPr>
          <w:sz w:val="22"/>
          <w:szCs w:val="22"/>
        </w:rPr>
        <w:t>WS_ErogatoreLogico.wsdl</w:t>
      </w:r>
      <w:proofErr w:type="spellEnd"/>
      <w:r w:rsidRPr="009D6A84">
        <w:rPr>
          <w:sz w:val="22"/>
          <w:szCs w:val="22"/>
        </w:rPr>
        <w:t xml:space="preserve">, dove </w:t>
      </w:r>
      <w:r w:rsidRPr="009D6A84">
        <w:rPr>
          <w:i/>
          <w:sz w:val="22"/>
          <w:szCs w:val="22"/>
        </w:rPr>
        <w:t xml:space="preserve">servername </w:t>
      </w:r>
      <w:r w:rsidRPr="009D6A84">
        <w:rPr>
          <w:sz w:val="22"/>
          <w:szCs w:val="22"/>
        </w:rPr>
        <w:t xml:space="preserve">e </w:t>
      </w:r>
      <w:r w:rsidRPr="009D6A84">
        <w:rPr>
          <w:i/>
          <w:sz w:val="22"/>
          <w:szCs w:val="22"/>
        </w:rPr>
        <w:t xml:space="preserve">port </w:t>
      </w:r>
      <w:r w:rsidRPr="009D6A84">
        <w:rPr>
          <w:sz w:val="22"/>
          <w:szCs w:val="22"/>
        </w:rPr>
        <w:t>rappresentano rispettivamente l’hostname e la porta TCP del server che espone il servizio al sistema fruitore. 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6612AFC3" w14:textId="77777777" w:rsidR="009D6A84" w:rsidRPr="009D6A84" w:rsidRDefault="009D6A84" w:rsidP="009D6A84">
      <w:pPr>
        <w:ind w:left="567" w:right="-1"/>
        <w:jc w:val="both"/>
        <w:rPr>
          <w:sz w:val="22"/>
          <w:szCs w:val="22"/>
        </w:rPr>
      </w:pPr>
      <w:r w:rsidRPr="009D6A84">
        <w:rPr>
          <w:sz w:val="22"/>
          <w:szCs w:val="22"/>
        </w:rPr>
        <w:t xml:space="preserve">La specifica del servizio è descritta mediante il </w:t>
      </w:r>
      <w:r w:rsidRPr="009D6A84">
        <w:rPr>
          <w:i/>
          <w:sz w:val="22"/>
          <w:szCs w:val="22"/>
        </w:rPr>
        <w:t>WSDL</w:t>
      </w:r>
      <w:r w:rsidRPr="009D6A84">
        <w:rPr>
          <w:sz w:val="22"/>
          <w:szCs w:val="22"/>
        </w:rPr>
        <w:t xml:space="preserve">; la tabella che segue riporta, per ciascun web service previsto nel documento di </w:t>
      </w:r>
      <w:r w:rsidRPr="009D6A84">
        <w:rPr>
          <w:b/>
          <w:sz w:val="22"/>
          <w:szCs w:val="22"/>
          <w:u w:val="single"/>
        </w:rPr>
        <w:t>Analisi dei processi dell’Area Applicativa</w:t>
      </w:r>
      <w:r w:rsidRPr="009D6A84">
        <w:rPr>
          <w:sz w:val="22"/>
          <w:szCs w:val="22"/>
        </w:rPr>
        <w:t>, il nome del file che contiene la descrizione del servizio e l’endpoint di riferimento.</w:t>
      </w:r>
    </w:p>
    <w:p w14:paraId="75EDB34B" w14:textId="77777777" w:rsidR="008019DB" w:rsidRDefault="008019DB" w:rsidP="008019DB">
      <w:pPr>
        <w:ind w:right="708"/>
        <w:jc w:val="both"/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4110"/>
      </w:tblGrid>
      <w:tr w:rsidR="008019DB" w14:paraId="56ADD332" w14:textId="77777777" w:rsidTr="004527B9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44666" w14:textId="77777777" w:rsidR="008019DB" w:rsidRDefault="008019DB">
            <w:pPr>
              <w:ind w:left="0" w:right="708"/>
              <w:jc w:val="both"/>
              <w:rPr>
                <w:b/>
                <w:highlight w:val="green"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D7E2A" w14:textId="77777777" w:rsidR="008019DB" w:rsidRDefault="00B97765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 xml:space="preserve">WSDL </w:t>
            </w:r>
            <w:r w:rsidR="008019DB">
              <w:rPr>
                <w:b/>
              </w:rPr>
              <w:t>di riferimento</w:t>
            </w:r>
          </w:p>
        </w:tc>
      </w:tr>
      <w:tr w:rsidR="008019DB" w14:paraId="3CC16A68" w14:textId="77777777" w:rsidTr="004527B9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8BF902" w14:textId="77777777" w:rsidR="008019DB" w:rsidRDefault="003B66D1" w:rsidP="00B97765">
            <w:pPr>
              <w:ind w:left="0" w:right="708"/>
              <w:jc w:val="both"/>
            </w:pPr>
            <w:proofErr w:type="spellStart"/>
            <w:r w:rsidRPr="004527B9">
              <w:t>getElencoFornitori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DCA562" w14:textId="77777777" w:rsidR="008019DB" w:rsidRPr="004527B9" w:rsidRDefault="003B66D1">
            <w:pPr>
              <w:ind w:left="0" w:right="708"/>
              <w:jc w:val="both"/>
            </w:pPr>
            <w:r w:rsidRPr="003B66D1">
              <w:t>FornitoreDiDispositivi</w:t>
            </w:r>
            <w:r w:rsidR="008019DB" w:rsidRPr="004527B9">
              <w:t>WS_ErogatoreLogico.wsdl</w:t>
            </w:r>
          </w:p>
        </w:tc>
      </w:tr>
      <w:tr w:rsidR="003B66D1" w14:paraId="22F4DC6B" w14:textId="77777777" w:rsidTr="004527B9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BEE66" w14:textId="77777777" w:rsidR="003B66D1" w:rsidRPr="004527B9" w:rsidRDefault="003B66D1" w:rsidP="00B97765">
            <w:pPr>
              <w:ind w:left="0" w:right="708"/>
              <w:jc w:val="both"/>
            </w:pPr>
            <w:proofErr w:type="spellStart"/>
            <w:r w:rsidRPr="004527B9">
              <w:t>getRichiesteDispositiviProtesici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597FF" w14:textId="77777777" w:rsidR="003B66D1" w:rsidRPr="003B66D1" w:rsidRDefault="003B66D1">
            <w:pPr>
              <w:ind w:left="0" w:right="708"/>
              <w:jc w:val="both"/>
            </w:pPr>
            <w:r w:rsidRPr="003B66D1">
              <w:t>RichiestaDispositivo</w:t>
            </w:r>
            <w:r w:rsidRPr="004527B9">
              <w:t>WS_ErogatoreLogico.wsdl</w:t>
            </w:r>
          </w:p>
        </w:tc>
      </w:tr>
    </w:tbl>
    <w:p w14:paraId="26B8B2FD" w14:textId="77777777" w:rsidR="009D6A84" w:rsidRPr="009D6A84" w:rsidRDefault="009D6A84" w:rsidP="009D6A84">
      <w:pPr>
        <w:ind w:left="567" w:right="-1"/>
        <w:jc w:val="both"/>
        <w:rPr>
          <w:sz w:val="22"/>
          <w:szCs w:val="22"/>
        </w:rPr>
      </w:pPr>
      <w:r w:rsidRPr="009D6A84">
        <w:rPr>
          <w:sz w:val="22"/>
          <w:szCs w:val="22"/>
        </w:rPr>
        <w:t>Poiché ciascun servizio esposto in modalità SPCoop è anche esposto in modalità web services standard, per la descrizione formale mediante WSDL e per la descrizione della semantica di ciascun servizio intesa come responsabilità, struttura della request e della response, semantica di ciascun dato elementare, formato e messaggi restituiti si può far riferimento al paragrafo riguardante le specifiche per l’integrazione in modalità web services standard riportate in questo stesso documento.</w:t>
      </w:r>
    </w:p>
    <w:p w14:paraId="16B75DA4" w14:textId="77777777" w:rsidR="008019DB" w:rsidRDefault="008019DB" w:rsidP="008019DB">
      <w:pPr>
        <w:ind w:right="708"/>
        <w:jc w:val="both"/>
      </w:pPr>
    </w:p>
    <w:p w14:paraId="13902C3B" w14:textId="77777777" w:rsidR="004622C4" w:rsidRPr="009D6A84" w:rsidRDefault="009D6A84" w:rsidP="009D6A84">
      <w:pPr>
        <w:pStyle w:val="Titolo1"/>
        <w:rPr>
          <w:rStyle w:val="CarattereCarattere1"/>
          <w:rFonts w:ascii="Cambria" w:hAnsi="Cambria"/>
          <w:sz w:val="32"/>
          <w:lang w:val="x-none" w:eastAsia="en-US"/>
        </w:rPr>
      </w:pPr>
      <w:r>
        <w:rPr>
          <w:rStyle w:val="CarattereCarattere1"/>
        </w:rPr>
        <w:br w:type="page"/>
      </w:r>
      <w:bookmarkStart w:id="18" w:name="_Toc524554723"/>
      <w:r w:rsidR="004622C4" w:rsidRPr="009D6A84">
        <w:rPr>
          <w:rStyle w:val="CarattereCarattere1"/>
          <w:rFonts w:ascii="Cambria" w:hAnsi="Cambria"/>
          <w:sz w:val="32"/>
          <w:lang w:val="x-none" w:eastAsia="en-US"/>
        </w:rPr>
        <w:lastRenderedPageBreak/>
        <w:t>Specifiche per l’integrazione in modalità web services standard</w:t>
      </w:r>
      <w:bookmarkEnd w:id="18"/>
    </w:p>
    <w:p w14:paraId="1CFD8A22" w14:textId="77777777" w:rsidR="004622C4" w:rsidRPr="009D6A84" w:rsidRDefault="004622C4" w:rsidP="009D6A84">
      <w:pPr>
        <w:ind w:left="567" w:right="567"/>
        <w:jc w:val="both"/>
        <w:rPr>
          <w:sz w:val="22"/>
          <w:szCs w:val="22"/>
        </w:rPr>
      </w:pPr>
      <w:r w:rsidRPr="009D6A84">
        <w:rPr>
          <w:sz w:val="22"/>
          <w:szCs w:val="22"/>
        </w:rPr>
        <w:t xml:space="preserve">L’invocazione dei servizi esposti in </w:t>
      </w:r>
      <w:r w:rsidR="00EA10F4" w:rsidRPr="009D6A84">
        <w:rPr>
          <w:sz w:val="22"/>
          <w:szCs w:val="22"/>
        </w:rPr>
        <w:t xml:space="preserve">modalità web services standard avviene </w:t>
      </w:r>
      <w:r w:rsidR="003660A4" w:rsidRPr="009D6A84">
        <w:rPr>
          <w:sz w:val="22"/>
          <w:szCs w:val="22"/>
        </w:rPr>
        <w:t>inoltrando una SOAP request all’endpoint di esposizione del servizio; l’interazione request-response avviene conformemente allo standard SOAP 1.1.</w:t>
      </w:r>
    </w:p>
    <w:p w14:paraId="45A904C1" w14:textId="77777777" w:rsidR="00342F21" w:rsidRPr="009D6A84" w:rsidRDefault="007A5E68" w:rsidP="009D6A84">
      <w:pPr>
        <w:ind w:left="567" w:right="567"/>
        <w:jc w:val="both"/>
        <w:rPr>
          <w:sz w:val="22"/>
          <w:szCs w:val="22"/>
        </w:rPr>
      </w:pPr>
      <w:r w:rsidRPr="009D6A84">
        <w:rPr>
          <w:sz w:val="22"/>
          <w:szCs w:val="22"/>
        </w:rPr>
        <w:t xml:space="preserve">La specifica del servizio è descritta </w:t>
      </w:r>
      <w:r w:rsidR="00F20496" w:rsidRPr="009D6A84">
        <w:rPr>
          <w:sz w:val="22"/>
          <w:szCs w:val="22"/>
        </w:rPr>
        <w:t xml:space="preserve">mediante il </w:t>
      </w:r>
      <w:r w:rsidR="00F20496" w:rsidRPr="009D6A84">
        <w:rPr>
          <w:i/>
          <w:sz w:val="22"/>
          <w:szCs w:val="22"/>
        </w:rPr>
        <w:t>WSDL</w:t>
      </w:r>
      <w:r w:rsidR="00F20496" w:rsidRPr="009D6A84">
        <w:rPr>
          <w:sz w:val="22"/>
          <w:szCs w:val="22"/>
        </w:rPr>
        <w:t>; la tabella che segue riporta, per ciascun web service previsto in [</w:t>
      </w:r>
      <w:r w:rsidR="00F20496" w:rsidRPr="009D6A84">
        <w:rPr>
          <w:sz w:val="22"/>
          <w:szCs w:val="22"/>
        </w:rPr>
        <w:fldChar w:fldCharType="begin"/>
      </w:r>
      <w:r w:rsidR="00F20496" w:rsidRPr="009D6A84">
        <w:rPr>
          <w:sz w:val="22"/>
          <w:szCs w:val="22"/>
        </w:rPr>
        <w:instrText xml:space="preserve"> REF _Ref294741672 \r \h </w:instrText>
      </w:r>
      <w:r w:rsidR="00F20496" w:rsidRPr="009D6A84">
        <w:rPr>
          <w:sz w:val="22"/>
          <w:szCs w:val="22"/>
        </w:rPr>
      </w:r>
      <w:r w:rsidR="009D6A84">
        <w:rPr>
          <w:sz w:val="22"/>
          <w:szCs w:val="22"/>
        </w:rPr>
        <w:instrText xml:space="preserve"> \* MERGEFORMAT </w:instrText>
      </w:r>
      <w:r w:rsidR="00F20496" w:rsidRPr="009D6A84">
        <w:rPr>
          <w:sz w:val="22"/>
          <w:szCs w:val="22"/>
        </w:rPr>
        <w:fldChar w:fldCharType="separate"/>
      </w:r>
      <w:r w:rsidR="00F20496" w:rsidRPr="009D6A84">
        <w:rPr>
          <w:sz w:val="22"/>
          <w:szCs w:val="22"/>
        </w:rPr>
        <w:t>2</w:t>
      </w:r>
      <w:r w:rsidR="00F20496" w:rsidRPr="009D6A84">
        <w:rPr>
          <w:sz w:val="22"/>
          <w:szCs w:val="22"/>
        </w:rPr>
        <w:fldChar w:fldCharType="end"/>
      </w:r>
      <w:r w:rsidR="00F20496" w:rsidRPr="009D6A84">
        <w:rPr>
          <w:sz w:val="22"/>
          <w:szCs w:val="22"/>
        </w:rPr>
        <w:t xml:space="preserve">] </w:t>
      </w:r>
      <w:r w:rsidR="0018653A" w:rsidRPr="009D6A84">
        <w:rPr>
          <w:sz w:val="22"/>
          <w:szCs w:val="22"/>
        </w:rPr>
        <w:t xml:space="preserve">rispettivamente le </w:t>
      </w:r>
      <w:r w:rsidR="00342F21" w:rsidRPr="009D6A84">
        <w:rPr>
          <w:sz w:val="22"/>
          <w:szCs w:val="22"/>
        </w:rPr>
        <w:t xml:space="preserve">URL del WSDL </w:t>
      </w:r>
      <w:r w:rsidR="0018653A" w:rsidRPr="009D6A84">
        <w:rPr>
          <w:sz w:val="22"/>
          <w:szCs w:val="22"/>
        </w:rPr>
        <w:t xml:space="preserve">contenente </w:t>
      </w:r>
      <w:r w:rsidR="00342F21" w:rsidRPr="009D6A84">
        <w:rPr>
          <w:sz w:val="22"/>
          <w:szCs w:val="22"/>
        </w:rPr>
        <w:t>la descrizione del servizio</w:t>
      </w:r>
      <w:r w:rsidR="0018653A" w:rsidRPr="009D6A84">
        <w:rPr>
          <w:sz w:val="22"/>
          <w:szCs w:val="22"/>
        </w:rPr>
        <w:t xml:space="preserve"> </w:t>
      </w:r>
      <w:r w:rsidR="00B83611" w:rsidRPr="009D6A84">
        <w:rPr>
          <w:sz w:val="22"/>
          <w:szCs w:val="22"/>
        </w:rPr>
        <w:t xml:space="preserve">e </w:t>
      </w:r>
      <w:r w:rsidR="0018653A" w:rsidRPr="009D6A84">
        <w:rPr>
          <w:sz w:val="22"/>
          <w:szCs w:val="22"/>
        </w:rPr>
        <w:t xml:space="preserve">dello schema XSD che </w:t>
      </w:r>
      <w:r w:rsidR="00B83611" w:rsidRPr="009D6A84">
        <w:rPr>
          <w:sz w:val="22"/>
          <w:szCs w:val="22"/>
        </w:rPr>
        <w:t xml:space="preserve">definisce </w:t>
      </w:r>
      <w:r w:rsidR="006664BC" w:rsidRPr="009D6A84">
        <w:rPr>
          <w:sz w:val="22"/>
          <w:szCs w:val="22"/>
        </w:rPr>
        <w:t>le specifiche di request e response.</w:t>
      </w:r>
    </w:p>
    <w:p w14:paraId="0028481E" w14:textId="77777777" w:rsidR="00B83611" w:rsidRDefault="00B83611" w:rsidP="00F20496">
      <w:pPr>
        <w:ind w:right="567"/>
        <w:jc w:val="both"/>
      </w:pPr>
    </w:p>
    <w:tbl>
      <w:tblPr>
        <w:tblW w:w="9047" w:type="dxa"/>
        <w:tblInd w:w="6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5"/>
        <w:gridCol w:w="6192"/>
      </w:tblGrid>
      <w:tr w:rsidR="00DD61AC" w14:paraId="67B04213" w14:textId="77777777" w:rsidTr="009D6A84"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35EDF" w14:textId="77777777" w:rsidR="00DD61AC" w:rsidRDefault="00DD61AC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B5ECB" w14:textId="77777777" w:rsidR="00DD61AC" w:rsidRDefault="00DD61AC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URL di riferimento</w:t>
            </w:r>
          </w:p>
        </w:tc>
      </w:tr>
      <w:tr w:rsidR="00DD61AC" w14:paraId="38564B9B" w14:textId="77777777" w:rsidTr="009D6A84"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3B2CF" w14:textId="77777777" w:rsidR="00DD61AC" w:rsidRDefault="00A427B8">
            <w:pPr>
              <w:ind w:left="72"/>
            </w:pPr>
            <w:proofErr w:type="spellStart"/>
            <w:r w:rsidRPr="004527B9">
              <w:t>getElencoFornitori</w:t>
            </w:r>
            <w:proofErr w:type="spellEnd"/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F9C39" w14:textId="77777777" w:rsidR="00DD61AC" w:rsidRPr="004527B9" w:rsidRDefault="00DB03A1">
            <w:pPr>
              <w:ind w:left="0" w:right="708"/>
              <w:jc w:val="both"/>
            </w:pPr>
            <w:hyperlink r:id="rId12" w:history="1">
              <w:r w:rsidRPr="004527B9">
                <w:t>http://servername:port/nsisr/</w:t>
              </w:r>
              <w:r w:rsidR="00A427B8" w:rsidRPr="003B66D1">
                <w:t>FornitoreDiDispositivi</w:t>
              </w:r>
              <w:r w:rsidRPr="004527B9">
                <w:t>Service?wsdl</w:t>
              </w:r>
            </w:hyperlink>
          </w:p>
          <w:p w14:paraId="4228F546" w14:textId="77777777" w:rsidR="00DD61AC" w:rsidRPr="004527B9" w:rsidRDefault="00696220" w:rsidP="00DB03A1">
            <w:pPr>
              <w:ind w:left="0" w:right="708"/>
              <w:jc w:val="both"/>
            </w:pPr>
            <w:hyperlink r:id="rId13" w:history="1">
              <w:r w:rsidRPr="004527B9">
                <w:t>http://servername:port/nsisr/</w:t>
              </w:r>
              <w:r w:rsidR="00A427B8" w:rsidRPr="003B66D1">
                <w:t>FornitoreDiDispositivi</w:t>
              </w:r>
              <w:r w:rsidRPr="004527B9">
                <w:t>Service?xsd=1</w:t>
              </w:r>
            </w:hyperlink>
          </w:p>
        </w:tc>
      </w:tr>
      <w:tr w:rsidR="00A427B8" w14:paraId="1F47F4AC" w14:textId="77777777" w:rsidTr="009D6A84"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F5698" w14:textId="77777777" w:rsidR="00A427B8" w:rsidRPr="004527B9" w:rsidRDefault="00A427B8">
            <w:pPr>
              <w:ind w:left="72"/>
            </w:pPr>
            <w:proofErr w:type="spellStart"/>
            <w:r w:rsidRPr="004527B9">
              <w:t>getRichiesteDispositiviProtesici</w:t>
            </w:r>
            <w:proofErr w:type="spellEnd"/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9E487" w14:textId="77777777" w:rsidR="00A427B8" w:rsidRPr="004527B9" w:rsidRDefault="00A427B8" w:rsidP="00A427B8">
            <w:pPr>
              <w:ind w:left="0" w:right="708"/>
              <w:jc w:val="both"/>
            </w:pPr>
            <w:hyperlink r:id="rId14" w:history="1">
              <w:r w:rsidRPr="004527B9">
                <w:t>http://servername:port/nsisr/</w:t>
              </w:r>
              <w:r w:rsidRPr="003B66D1">
                <w:t>RichiestaDispositivo</w:t>
              </w:r>
              <w:r w:rsidRPr="004527B9">
                <w:t>Service?wsdl</w:t>
              </w:r>
            </w:hyperlink>
          </w:p>
          <w:p w14:paraId="3450EAAE" w14:textId="77777777" w:rsidR="00A427B8" w:rsidRPr="004527B9" w:rsidRDefault="00A427B8" w:rsidP="00A427B8">
            <w:pPr>
              <w:ind w:left="0" w:right="708"/>
              <w:jc w:val="both"/>
            </w:pPr>
            <w:hyperlink r:id="rId15" w:history="1">
              <w:r w:rsidRPr="004527B9">
                <w:t>http://servername:port/nsisr/</w:t>
              </w:r>
              <w:r w:rsidRPr="003B66D1">
                <w:t>RichiestaDispositivo</w:t>
              </w:r>
              <w:r w:rsidRPr="004527B9">
                <w:t>Service?xsd=1</w:t>
              </w:r>
            </w:hyperlink>
          </w:p>
        </w:tc>
      </w:tr>
    </w:tbl>
    <w:p w14:paraId="26822DB2" w14:textId="77777777" w:rsidR="00F20496" w:rsidRPr="009D6A84" w:rsidRDefault="00B83611" w:rsidP="00F20496">
      <w:pPr>
        <w:ind w:right="567"/>
        <w:jc w:val="both"/>
        <w:rPr>
          <w:sz w:val="22"/>
          <w:szCs w:val="22"/>
        </w:rPr>
      </w:pPr>
      <w:r w:rsidRPr="009D6A84">
        <w:rPr>
          <w:sz w:val="22"/>
          <w:szCs w:val="22"/>
        </w:rPr>
        <w:t xml:space="preserve">Dove </w:t>
      </w:r>
      <w:r w:rsidRPr="009D6A84">
        <w:rPr>
          <w:i/>
          <w:sz w:val="22"/>
          <w:szCs w:val="22"/>
        </w:rPr>
        <w:t xml:space="preserve">servername </w:t>
      </w:r>
      <w:r w:rsidR="006F5EE1" w:rsidRPr="009D6A84">
        <w:rPr>
          <w:sz w:val="22"/>
          <w:szCs w:val="22"/>
        </w:rPr>
        <w:t xml:space="preserve">e </w:t>
      </w:r>
      <w:r w:rsidR="006F5EE1" w:rsidRPr="009D6A84">
        <w:rPr>
          <w:i/>
          <w:sz w:val="22"/>
          <w:szCs w:val="22"/>
        </w:rPr>
        <w:t xml:space="preserve">port </w:t>
      </w:r>
      <w:r w:rsidRPr="009D6A84">
        <w:rPr>
          <w:sz w:val="22"/>
          <w:szCs w:val="22"/>
        </w:rPr>
        <w:t>rappresentano rispettivamente l’hostname e la porta TCP del server che espone il web service al sistema fruitore.</w:t>
      </w:r>
      <w:r w:rsidR="006F5EE1" w:rsidRPr="009D6A84">
        <w:rPr>
          <w:sz w:val="22"/>
          <w:szCs w:val="22"/>
        </w:rPr>
        <w:t xml:space="preserve"> Tali informazioni saranno comunicate dalla Regione Puglia all’organizzazione referente del sistema fruitore. I progettisti e gli sviluppatori che realizzano l’integrazione tra il sistema fruitore ed il NSISR </w:t>
      </w:r>
      <w:r w:rsidR="00B71690" w:rsidRPr="009D6A84">
        <w:rPr>
          <w:sz w:val="22"/>
          <w:szCs w:val="22"/>
        </w:rPr>
        <w:t>possono</w:t>
      </w:r>
      <w:r w:rsidR="006F5EE1" w:rsidRPr="009D6A84">
        <w:rPr>
          <w:sz w:val="22"/>
          <w:szCs w:val="22"/>
        </w:rPr>
        <w:t xml:space="preserve"> far riferimento a tali URL per </w:t>
      </w:r>
      <w:r w:rsidR="000922A4" w:rsidRPr="009D6A84">
        <w:rPr>
          <w:sz w:val="22"/>
          <w:szCs w:val="22"/>
        </w:rPr>
        <w:t>la costruzione del</w:t>
      </w:r>
      <w:r w:rsidR="006F5EE1" w:rsidRPr="009D6A84">
        <w:rPr>
          <w:sz w:val="22"/>
          <w:szCs w:val="22"/>
        </w:rPr>
        <w:t>le componenti client di invocazione del servizio da parte dei sistemi informativi fruitori.</w:t>
      </w:r>
    </w:p>
    <w:p w14:paraId="6B1FDCE1" w14:textId="77777777" w:rsidR="00C304CC" w:rsidRPr="009D6A84" w:rsidRDefault="00C304CC" w:rsidP="00F20496">
      <w:pPr>
        <w:ind w:right="567"/>
        <w:jc w:val="both"/>
        <w:rPr>
          <w:sz w:val="22"/>
          <w:szCs w:val="22"/>
        </w:rPr>
      </w:pPr>
      <w:r w:rsidRPr="009D6A84">
        <w:rPr>
          <w:sz w:val="22"/>
          <w:szCs w:val="22"/>
        </w:rPr>
        <w:t xml:space="preserve">La semantica di ciascun servizio è descritta in formato </w:t>
      </w:r>
      <w:r w:rsidR="00B71690" w:rsidRPr="009D6A84">
        <w:rPr>
          <w:sz w:val="22"/>
          <w:szCs w:val="22"/>
        </w:rPr>
        <w:t>j</w:t>
      </w:r>
      <w:r w:rsidRPr="009D6A84">
        <w:rPr>
          <w:sz w:val="22"/>
          <w:szCs w:val="22"/>
        </w:rPr>
        <w:t>avadoc e riporta per ciascun servizio:</w:t>
      </w:r>
    </w:p>
    <w:p w14:paraId="40698E10" w14:textId="77777777" w:rsidR="00C304CC" w:rsidRPr="009D6A84" w:rsidRDefault="00C304CC" w:rsidP="00C304CC">
      <w:pPr>
        <w:numPr>
          <w:ilvl w:val="0"/>
          <w:numId w:val="15"/>
        </w:numPr>
        <w:ind w:right="567"/>
        <w:jc w:val="both"/>
        <w:rPr>
          <w:sz w:val="22"/>
          <w:szCs w:val="22"/>
        </w:rPr>
      </w:pPr>
      <w:r w:rsidRPr="009D6A84">
        <w:rPr>
          <w:sz w:val="22"/>
          <w:szCs w:val="22"/>
        </w:rPr>
        <w:t>descrizione dettagliata delle responsabilità del servizio</w:t>
      </w:r>
    </w:p>
    <w:p w14:paraId="2C7BCC10" w14:textId="77777777" w:rsidR="00C304CC" w:rsidRPr="009D6A84" w:rsidRDefault="00C304CC" w:rsidP="00BD4BF0">
      <w:pPr>
        <w:numPr>
          <w:ilvl w:val="0"/>
          <w:numId w:val="15"/>
        </w:numPr>
        <w:ind w:right="567"/>
        <w:jc w:val="both"/>
        <w:rPr>
          <w:sz w:val="22"/>
          <w:szCs w:val="22"/>
        </w:rPr>
      </w:pPr>
      <w:r w:rsidRPr="009D6A84">
        <w:rPr>
          <w:sz w:val="22"/>
          <w:szCs w:val="22"/>
        </w:rPr>
        <w:t>descrizione dei dati che costituiscono la request in termini di struttura</w:t>
      </w:r>
      <w:r w:rsidR="00AB2C01" w:rsidRPr="009D6A84">
        <w:rPr>
          <w:sz w:val="22"/>
          <w:szCs w:val="22"/>
        </w:rPr>
        <w:t>,</w:t>
      </w:r>
      <w:r w:rsidRPr="009D6A84">
        <w:rPr>
          <w:sz w:val="22"/>
          <w:szCs w:val="22"/>
        </w:rPr>
        <w:t xml:space="preserve"> </w:t>
      </w:r>
      <w:r w:rsidR="00AB2C01" w:rsidRPr="009D6A84">
        <w:rPr>
          <w:sz w:val="22"/>
          <w:szCs w:val="22"/>
        </w:rPr>
        <w:t>semantica e formato di ciascun elemento</w:t>
      </w:r>
    </w:p>
    <w:p w14:paraId="245049E5" w14:textId="77777777" w:rsidR="004622C4" w:rsidRPr="009D6A84" w:rsidRDefault="00AB2C01" w:rsidP="00BD4BF0">
      <w:pPr>
        <w:numPr>
          <w:ilvl w:val="0"/>
          <w:numId w:val="15"/>
        </w:numPr>
        <w:ind w:right="567"/>
        <w:jc w:val="both"/>
        <w:rPr>
          <w:sz w:val="22"/>
          <w:szCs w:val="22"/>
        </w:rPr>
      </w:pPr>
      <w:r w:rsidRPr="009D6A84">
        <w:rPr>
          <w:sz w:val="22"/>
          <w:szCs w:val="22"/>
        </w:rPr>
        <w:t>descrizione dei dati che costituiscono la response in termini di struttura</w:t>
      </w:r>
      <w:r w:rsidR="000922A4" w:rsidRPr="009D6A84">
        <w:rPr>
          <w:sz w:val="22"/>
          <w:szCs w:val="22"/>
        </w:rPr>
        <w:t xml:space="preserve"> e</w:t>
      </w:r>
      <w:r w:rsidRPr="009D6A84">
        <w:rPr>
          <w:sz w:val="22"/>
          <w:szCs w:val="22"/>
        </w:rPr>
        <w:t xml:space="preserve"> semantica</w:t>
      </w:r>
      <w:r w:rsidR="000922A4" w:rsidRPr="009D6A84">
        <w:rPr>
          <w:sz w:val="22"/>
          <w:szCs w:val="22"/>
        </w:rPr>
        <w:t>.</w:t>
      </w:r>
    </w:p>
    <w:p w14:paraId="372FA5FE" w14:textId="77777777" w:rsidR="002B51EA" w:rsidRPr="009D6A84" w:rsidRDefault="002B51EA" w:rsidP="00BD4BF0">
      <w:pPr>
        <w:ind w:right="567"/>
        <w:jc w:val="both"/>
        <w:rPr>
          <w:sz w:val="22"/>
          <w:szCs w:val="22"/>
        </w:rPr>
      </w:pPr>
      <w:r w:rsidRPr="009D6A84">
        <w:rPr>
          <w:sz w:val="22"/>
          <w:szCs w:val="22"/>
        </w:rPr>
        <w:t xml:space="preserve">La tabella che segue riporta, per ciascun servizio il </w:t>
      </w:r>
      <w:r w:rsidR="001E122F" w:rsidRPr="009D6A84">
        <w:rPr>
          <w:sz w:val="22"/>
          <w:szCs w:val="22"/>
        </w:rPr>
        <w:t xml:space="preserve">riferimento alla cartella contenente i </w:t>
      </w:r>
      <w:r w:rsidR="00B71690" w:rsidRPr="009D6A84">
        <w:rPr>
          <w:sz w:val="22"/>
          <w:szCs w:val="22"/>
        </w:rPr>
        <w:t>javadoc che forniscono</w:t>
      </w:r>
      <w:r w:rsidRPr="009D6A84">
        <w:rPr>
          <w:sz w:val="22"/>
          <w:szCs w:val="22"/>
        </w:rPr>
        <w:t xml:space="preserve"> </w:t>
      </w:r>
      <w:r w:rsidR="00B71690" w:rsidRPr="009D6A84">
        <w:rPr>
          <w:sz w:val="22"/>
          <w:szCs w:val="22"/>
        </w:rPr>
        <w:t xml:space="preserve">la </w:t>
      </w:r>
      <w:r w:rsidRPr="009D6A84">
        <w:rPr>
          <w:sz w:val="22"/>
          <w:szCs w:val="22"/>
        </w:rPr>
        <w:t>descrizione semantica e</w:t>
      </w:r>
      <w:r w:rsidR="00B71690" w:rsidRPr="009D6A84">
        <w:rPr>
          <w:sz w:val="22"/>
          <w:szCs w:val="22"/>
        </w:rPr>
        <w:t>d i</w:t>
      </w:r>
      <w:r w:rsidRPr="009D6A84">
        <w:rPr>
          <w:sz w:val="22"/>
          <w:szCs w:val="22"/>
        </w:rPr>
        <w:t xml:space="preserve"> dettagli implementativi</w:t>
      </w:r>
      <w:r w:rsidR="00344171" w:rsidRPr="009D6A84">
        <w:rPr>
          <w:sz w:val="22"/>
          <w:szCs w:val="22"/>
        </w:rPr>
        <w:t>; le specifiche di ciascun servizio possono essere consultate a partire dai metodi corrispondenti al nome del servizio indicati in tabella.</w:t>
      </w:r>
    </w:p>
    <w:p w14:paraId="39FFC5E9" w14:textId="77777777" w:rsidR="003D6A09" w:rsidRPr="009D6A84" w:rsidRDefault="009D6A84" w:rsidP="003D6A09">
      <w:pPr>
        <w:ind w:right="567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7650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5"/>
        <w:gridCol w:w="4675"/>
      </w:tblGrid>
      <w:tr w:rsidR="003D6A09" w14:paraId="2AE581C9" w14:textId="77777777" w:rsidTr="003D6A09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83DCF" w14:textId="77777777" w:rsidR="003D6A09" w:rsidRDefault="003D6A09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lastRenderedPageBreak/>
              <w:t>Nome servizio (operation)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7F095" w14:textId="77777777" w:rsidR="003D6A09" w:rsidRDefault="003D6A09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Cartella contenente il Javadoc di riferimento per il servizio</w:t>
            </w:r>
          </w:p>
        </w:tc>
      </w:tr>
      <w:tr w:rsidR="003D6A09" w14:paraId="49B6F08C" w14:textId="77777777" w:rsidTr="003D6A09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0C6F3" w14:textId="77777777" w:rsidR="003D6A09" w:rsidRDefault="00A427B8">
            <w:pPr>
              <w:ind w:left="0" w:right="567"/>
              <w:jc w:val="both"/>
            </w:pPr>
            <w:proofErr w:type="spellStart"/>
            <w:r w:rsidRPr="004527B9">
              <w:t>getElencoFornitori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D2455" w14:textId="77777777" w:rsidR="003D6A09" w:rsidRDefault="00A427B8">
            <w:pPr>
              <w:ind w:left="72"/>
            </w:pPr>
            <w:r w:rsidRPr="00A427B8">
              <w:t>FornitoreDiDispositivi</w:t>
            </w:r>
            <w:r>
              <w:t>_</w:t>
            </w:r>
            <w:r w:rsidR="003D6A09">
              <w:t xml:space="preserve">AdsParteComune\componentiAds\parteComune\Allegati\javadoc </w:t>
            </w:r>
          </w:p>
          <w:p w14:paraId="19F7925E" w14:textId="77777777" w:rsidR="003D6A09" w:rsidRDefault="003D6A09" w:rsidP="003D6A09">
            <w:pPr>
              <w:numPr>
                <w:ilvl w:val="0"/>
                <w:numId w:val="30"/>
              </w:numPr>
              <w:ind w:left="459"/>
            </w:pPr>
            <w:r>
              <w:t xml:space="preserve">Metodo </w:t>
            </w:r>
            <w:proofErr w:type="spellStart"/>
            <w:r w:rsidR="00A427B8" w:rsidRPr="004527B9">
              <w:t>getElencoFornitori</w:t>
            </w:r>
            <w:proofErr w:type="spellEnd"/>
            <w:r w:rsidR="00A427B8">
              <w:t xml:space="preserve"> </w:t>
            </w:r>
            <w:r>
              <w:t xml:space="preserve">della classe </w:t>
            </w:r>
            <w:proofErr w:type="spellStart"/>
            <w:r w:rsidR="00A427B8" w:rsidRPr="00A427B8">
              <w:t>FornitoreDiDispositivi</w:t>
            </w:r>
            <w:proofErr w:type="spellEnd"/>
          </w:p>
        </w:tc>
      </w:tr>
      <w:tr w:rsidR="00A427B8" w14:paraId="204130E8" w14:textId="77777777" w:rsidTr="003D6A09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700E1" w14:textId="77777777" w:rsidR="00A427B8" w:rsidRPr="004527B9" w:rsidRDefault="004527B9">
            <w:pPr>
              <w:ind w:left="0" w:right="567"/>
              <w:jc w:val="both"/>
            </w:pPr>
            <w:proofErr w:type="spellStart"/>
            <w:r w:rsidRPr="004527B9">
              <w:t>getRichiesteDispositiviProtesici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97F4B" w14:textId="77777777" w:rsidR="004527B9" w:rsidRDefault="004527B9" w:rsidP="004527B9">
            <w:pPr>
              <w:ind w:left="72"/>
            </w:pPr>
            <w:r w:rsidRPr="004527B9">
              <w:t>RichiestaDispositivo</w:t>
            </w:r>
            <w:r>
              <w:t xml:space="preserve">_AdsParteComune\componentiAds\parteComune\Allegati\javadoc </w:t>
            </w:r>
          </w:p>
          <w:p w14:paraId="02054BFF" w14:textId="77777777" w:rsidR="00A427B8" w:rsidRPr="00A427B8" w:rsidRDefault="004527B9" w:rsidP="004527B9">
            <w:pPr>
              <w:numPr>
                <w:ilvl w:val="0"/>
                <w:numId w:val="30"/>
              </w:numPr>
              <w:ind w:left="459"/>
            </w:pPr>
            <w:r>
              <w:t xml:space="preserve">Metodo </w:t>
            </w:r>
            <w:proofErr w:type="spellStart"/>
            <w:r w:rsidRPr="004527B9">
              <w:t>getRichiesteDispositiviProtesici</w:t>
            </w:r>
            <w:proofErr w:type="spellEnd"/>
            <w:r>
              <w:t xml:space="preserve"> della classe </w:t>
            </w:r>
            <w:proofErr w:type="spellStart"/>
            <w:r w:rsidRPr="004527B9">
              <w:t>RichiestaDispositivo</w:t>
            </w:r>
            <w:proofErr w:type="spellEnd"/>
          </w:p>
        </w:tc>
      </w:tr>
    </w:tbl>
    <w:p w14:paraId="7FFE01C2" w14:textId="77777777" w:rsidR="00850348" w:rsidRDefault="00850348" w:rsidP="00BD4BF0">
      <w:pPr>
        <w:keepLines w:val="0"/>
        <w:autoSpaceDE w:val="0"/>
        <w:autoSpaceDN w:val="0"/>
        <w:adjustRightInd w:val="0"/>
        <w:spacing w:before="0" w:line="240" w:lineRule="auto"/>
        <w:ind w:left="900" w:right="567"/>
        <w:jc w:val="both"/>
        <w:rPr>
          <w:i/>
          <w:highlight w:val="yellow"/>
        </w:rPr>
      </w:pPr>
    </w:p>
    <w:p w14:paraId="4E965946" w14:textId="77777777" w:rsidR="00A14774" w:rsidRDefault="00A427B8" w:rsidP="009D6A84">
      <w:pPr>
        <w:pStyle w:val="Titolo1"/>
        <w:numPr>
          <w:ilvl w:val="0"/>
          <w:numId w:val="0"/>
        </w:numPr>
      </w:pPr>
      <w:bookmarkStart w:id="19" w:name="_Toc251659767"/>
      <w:bookmarkStart w:id="20" w:name="_Toc297910927"/>
      <w:r>
        <w:br w:type="page"/>
      </w:r>
      <w:bookmarkStart w:id="21" w:name="_Toc524554724"/>
      <w:r w:rsidR="00A14774">
        <w:lastRenderedPageBreak/>
        <w:t>Appendice A – Messaggi per i controlli preliminari all’esecuzione del servizio</w:t>
      </w:r>
      <w:bookmarkEnd w:id="20"/>
      <w:bookmarkEnd w:id="21"/>
    </w:p>
    <w:p w14:paraId="78EBBE8C" w14:textId="77777777" w:rsidR="00A14774" w:rsidRPr="009D6A84" w:rsidRDefault="00A14774" w:rsidP="009D6A84">
      <w:pPr>
        <w:spacing w:after="200"/>
        <w:ind w:left="0" w:right="709" w:firstLine="425"/>
        <w:jc w:val="both"/>
        <w:rPr>
          <w:b/>
          <w:sz w:val="22"/>
          <w:szCs w:val="22"/>
        </w:rPr>
      </w:pPr>
      <w:r w:rsidRPr="009D6A84">
        <w:rPr>
          <w:b/>
          <w:sz w:val="22"/>
          <w:szCs w:val="22"/>
        </w:rPr>
        <w:t>Validità sintattica della richiesta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2EFEB22A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A0530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5AD86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4FB0BF69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5CFD8" w14:textId="77777777" w:rsidR="00A14774" w:rsidRDefault="00A14774">
            <w:pPr>
              <w:ind w:left="0" w:right="708"/>
              <w:jc w:val="both"/>
            </w:pPr>
            <w:r>
              <w:t>001514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38277" w14:textId="77777777" w:rsidR="00A14774" w:rsidRDefault="00A14774">
            <w:pPr>
              <w:ind w:left="0" w:right="708"/>
              <w:jc w:val="both"/>
            </w:pPr>
            <w:r>
              <w:t xml:space="preserve">Richiesta non valida: </w:t>
            </w:r>
            <w:r>
              <w:rPr>
                <w:i/>
              </w:rPr>
              <w:t>dettaglio errore di validazione</w:t>
            </w:r>
          </w:p>
        </w:tc>
      </w:tr>
    </w:tbl>
    <w:p w14:paraId="4AABF11E" w14:textId="77777777" w:rsidR="00A14774" w:rsidRDefault="00A14774" w:rsidP="00A14774">
      <w:pPr>
        <w:ind w:left="0" w:right="708"/>
        <w:jc w:val="both"/>
      </w:pPr>
      <w:r>
        <w:tab/>
      </w:r>
    </w:p>
    <w:p w14:paraId="414DDACC" w14:textId="77777777" w:rsidR="00A14774" w:rsidRPr="009D6A84" w:rsidRDefault="00A14774" w:rsidP="009D6A84">
      <w:pPr>
        <w:spacing w:after="200"/>
        <w:ind w:left="0" w:right="709" w:firstLine="425"/>
        <w:jc w:val="both"/>
        <w:rPr>
          <w:b/>
          <w:sz w:val="22"/>
          <w:szCs w:val="22"/>
        </w:rPr>
      </w:pPr>
      <w:r w:rsidRPr="009D6A84">
        <w:rPr>
          <w:b/>
          <w:sz w:val="22"/>
          <w:szCs w:val="22"/>
        </w:rPr>
        <w:t>Validità del certificato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4D6FA2B0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FA836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5133B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1C737128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11520" w14:textId="77777777" w:rsidR="00A14774" w:rsidRDefault="00A14774">
            <w:pPr>
              <w:ind w:left="0" w:right="708"/>
              <w:jc w:val="both"/>
            </w:pPr>
            <w:r>
              <w:t>001343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448A3" w14:textId="77777777" w:rsidR="00A14774" w:rsidRDefault="00A14774">
            <w:pPr>
              <w:ind w:left="0" w:right="708"/>
              <w:jc w:val="both"/>
            </w:pPr>
            <w:r>
              <w:t>Il certificato è stato sospeso o revocato.</w:t>
            </w:r>
          </w:p>
        </w:tc>
      </w:tr>
      <w:tr w:rsidR="00A14774" w14:paraId="20141C8E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8BA24" w14:textId="77777777" w:rsidR="00A14774" w:rsidRDefault="00A14774">
            <w:pPr>
              <w:ind w:left="0" w:right="708"/>
              <w:jc w:val="both"/>
            </w:pPr>
            <w:r>
              <w:t>001344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9A9CF" w14:textId="77777777" w:rsidR="00A14774" w:rsidRDefault="00A14774">
            <w:pPr>
              <w:ind w:left="0" w:right="708"/>
              <w:jc w:val="both"/>
            </w:pPr>
            <w:r>
              <w:t>Il certificato è scaduto.</w:t>
            </w:r>
          </w:p>
        </w:tc>
      </w:tr>
      <w:tr w:rsidR="00A14774" w14:paraId="0DDF44F1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82976" w14:textId="77777777" w:rsidR="00A14774" w:rsidRDefault="00A14774">
            <w:pPr>
              <w:ind w:left="0" w:right="708"/>
              <w:jc w:val="both"/>
            </w:pPr>
            <w:r>
              <w:t>001345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7B5E58" w14:textId="77777777" w:rsidR="00A14774" w:rsidRDefault="00A14774">
            <w:pPr>
              <w:ind w:left="0" w:right="708"/>
              <w:jc w:val="both"/>
            </w:pPr>
            <w:r>
              <w:t>Il certificato non è valido.</w:t>
            </w:r>
          </w:p>
        </w:tc>
      </w:tr>
      <w:tr w:rsidR="00A14774" w14:paraId="24D6A5B7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64857A" w14:textId="77777777" w:rsidR="00A14774" w:rsidRDefault="00A14774">
            <w:pPr>
              <w:ind w:left="0" w:right="708"/>
              <w:jc w:val="both"/>
            </w:pPr>
            <w:r>
              <w:t>001346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16E71" w14:textId="77777777" w:rsidR="00A14774" w:rsidRDefault="00A14774">
            <w:pPr>
              <w:ind w:left="0" w:right="708"/>
              <w:jc w:val="both"/>
            </w:pPr>
            <w:r>
              <w:t>CRL non presente. Contattare il supporto tecnico.</w:t>
            </w:r>
          </w:p>
        </w:tc>
      </w:tr>
      <w:tr w:rsidR="00A14774" w14:paraId="0543D1ED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02DF4" w14:textId="77777777" w:rsidR="00A14774" w:rsidRDefault="00A14774">
            <w:pPr>
              <w:ind w:left="0" w:right="708"/>
              <w:jc w:val="both"/>
            </w:pPr>
            <w:r>
              <w:t>001347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FC6A0" w14:textId="77777777" w:rsidR="00A14774" w:rsidRDefault="00A14774">
            <w:pPr>
              <w:ind w:left="0" w:right="708"/>
              <w:jc w:val="both"/>
            </w:pPr>
            <w:r>
              <w:t>CRL non censita. Contattare il supporto tecnico.</w:t>
            </w:r>
          </w:p>
        </w:tc>
      </w:tr>
      <w:tr w:rsidR="00A14774" w14:paraId="111CB89E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936DC" w14:textId="77777777" w:rsidR="00A14774" w:rsidRDefault="00A14774">
            <w:pPr>
              <w:ind w:left="0" w:right="708"/>
              <w:jc w:val="both"/>
            </w:pPr>
            <w:r>
              <w:t>001458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A4D85" w14:textId="77777777" w:rsidR="00A14774" w:rsidRDefault="00A14774">
            <w:pPr>
              <w:ind w:left="0" w:right="708"/>
              <w:jc w:val="both"/>
            </w:pPr>
            <w:r>
              <w:t>CRL scaduta. Contattare il supporto tecnico.</w:t>
            </w:r>
          </w:p>
        </w:tc>
      </w:tr>
    </w:tbl>
    <w:p w14:paraId="15E33BF3" w14:textId="77777777" w:rsidR="00A14774" w:rsidRDefault="00A14774" w:rsidP="00A14774">
      <w:pPr>
        <w:ind w:left="0" w:right="708"/>
        <w:jc w:val="both"/>
      </w:pPr>
    </w:p>
    <w:p w14:paraId="497F95BF" w14:textId="77777777" w:rsidR="00A14774" w:rsidRPr="009D6A84" w:rsidRDefault="00A14774" w:rsidP="009D6A84">
      <w:pPr>
        <w:spacing w:after="200"/>
        <w:ind w:left="0" w:right="709" w:firstLine="425"/>
        <w:jc w:val="both"/>
        <w:rPr>
          <w:b/>
          <w:sz w:val="22"/>
          <w:szCs w:val="22"/>
        </w:rPr>
      </w:pPr>
      <w:r w:rsidRPr="009D6A84">
        <w:rPr>
          <w:b/>
          <w:sz w:val="22"/>
          <w:szCs w:val="22"/>
        </w:rPr>
        <w:t>Validità della firma digitale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3"/>
        <w:gridCol w:w="5347"/>
      </w:tblGrid>
      <w:tr w:rsidR="00A14774" w14:paraId="067A5BB5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08A44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5304A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:rsidRPr="00A14774" w14:paraId="19A3A9A1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CD38C" w14:textId="77777777" w:rsidR="00A14774" w:rsidRDefault="00A14774">
            <w:pPr>
              <w:ind w:left="0" w:right="708"/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C5C74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Validation of self signed certificate failed.</w:t>
            </w:r>
          </w:p>
        </w:tc>
      </w:tr>
      <w:tr w:rsidR="00A14774" w:rsidRPr="00A14774" w14:paraId="320B7FF7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F5703" w14:textId="77777777" w:rsidR="00A14774" w:rsidRDefault="00A14774">
            <w:pPr>
              <w:ind w:left="0" w:right="708"/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9D98A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The creation time is ahead of the current time.</w:t>
            </w:r>
          </w:p>
        </w:tc>
      </w:tr>
      <w:tr w:rsidR="00A14774" w:rsidRPr="00A14774" w14:paraId="5F06B716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8F1E1" w14:textId="77777777" w:rsidR="00A14774" w:rsidRDefault="00A14774">
            <w:pPr>
              <w:ind w:left="0" w:right="708"/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44C0E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 creation time is older </w:t>
            </w:r>
            <w:proofErr w:type="gramStart"/>
            <w:r>
              <w:rPr>
                <w:lang w:val="en-US"/>
              </w:rPr>
              <w:t xml:space="preserve">than  </w:t>
            </w:r>
            <w:proofErr w:type="spellStart"/>
            <w:r>
              <w:rPr>
                <w:lang w:val="en-US"/>
              </w:rPr>
              <w:t>currenttime</w:t>
            </w:r>
            <w:proofErr w:type="spellEnd"/>
            <w:proofErr w:type="gramEnd"/>
            <w:r>
              <w:rPr>
                <w:lang w:val="en-US"/>
              </w:rPr>
              <w:t xml:space="preserve"> - timestamp-freshness-limit - max-clock-skew</w:t>
            </w:r>
          </w:p>
        </w:tc>
      </w:tr>
      <w:tr w:rsidR="00A14774" w14:paraId="22161AEA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AAA674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07359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X509Certificate Expired</w:t>
            </w:r>
          </w:p>
        </w:tc>
      </w:tr>
    </w:tbl>
    <w:p w14:paraId="451346F8" w14:textId="77777777" w:rsidR="00A14774" w:rsidRDefault="00A14774" w:rsidP="00A14774">
      <w:pPr>
        <w:ind w:left="0" w:right="708"/>
        <w:jc w:val="both"/>
        <w:rPr>
          <w:lang w:val="en-US"/>
        </w:rPr>
      </w:pPr>
    </w:p>
    <w:p w14:paraId="0F966845" w14:textId="77777777" w:rsidR="00A14774" w:rsidRPr="009D6A84" w:rsidRDefault="00A14774" w:rsidP="009D6A84">
      <w:pPr>
        <w:spacing w:after="200"/>
        <w:ind w:left="0" w:right="709" w:firstLine="425"/>
        <w:jc w:val="both"/>
        <w:rPr>
          <w:b/>
          <w:sz w:val="22"/>
          <w:szCs w:val="22"/>
        </w:rPr>
      </w:pPr>
      <w:r w:rsidRPr="009D6A84">
        <w:rPr>
          <w:b/>
          <w:sz w:val="22"/>
          <w:szCs w:val="22"/>
        </w:rPr>
        <w:t>Corretta identità del sistema fruitore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1FA8C31D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AE02F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718A2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0DCC84AA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1F538" w14:textId="77777777" w:rsidR="00A14774" w:rsidRDefault="00A14774">
            <w:pPr>
              <w:ind w:left="0" w:right="708"/>
              <w:jc w:val="both"/>
            </w:pPr>
            <w:r>
              <w:t>001364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93C55" w14:textId="77777777" w:rsidR="00A14774" w:rsidRDefault="00A14774">
            <w:pPr>
              <w:ind w:left="0" w:right="708"/>
              <w:jc w:val="both"/>
            </w:pPr>
            <w:r>
              <w:t>Applicativo non censito.</w:t>
            </w:r>
          </w:p>
        </w:tc>
      </w:tr>
    </w:tbl>
    <w:p w14:paraId="7A0A23EE" w14:textId="77777777" w:rsidR="00A14774" w:rsidRDefault="00A14774" w:rsidP="00A14774">
      <w:pPr>
        <w:ind w:left="0" w:right="708"/>
        <w:jc w:val="both"/>
      </w:pPr>
    </w:p>
    <w:p w14:paraId="721147CF" w14:textId="77777777" w:rsidR="00A14774" w:rsidRPr="009D6A84" w:rsidRDefault="009D6A84" w:rsidP="009D6A84">
      <w:pPr>
        <w:spacing w:after="200"/>
        <w:ind w:left="0" w:right="709" w:firstLine="42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A14774" w:rsidRPr="009D6A84">
        <w:rPr>
          <w:b/>
          <w:sz w:val="22"/>
          <w:szCs w:val="22"/>
        </w:rPr>
        <w:lastRenderedPageBreak/>
        <w:t>Autorizzazione del sistema fruitore all’esecuzione del servizio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06A6919F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CD533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BC8E3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5CA819BD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D3C7B" w14:textId="77777777" w:rsidR="00A14774" w:rsidRDefault="00A14774">
            <w:pPr>
              <w:ind w:left="0" w:right="708"/>
              <w:jc w:val="both"/>
            </w:pPr>
            <w:r>
              <w:t>001363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60B9B" w14:textId="77777777" w:rsidR="00A14774" w:rsidRDefault="00A14774">
            <w:pPr>
              <w:ind w:left="0" w:right="708"/>
              <w:jc w:val="both"/>
            </w:pPr>
            <w:r>
              <w:t>Applicativo non autorizzato all'utilizzo del servizio richiesto.</w:t>
            </w:r>
          </w:p>
        </w:tc>
      </w:tr>
    </w:tbl>
    <w:p w14:paraId="37F05F19" w14:textId="77777777" w:rsidR="00A14774" w:rsidRDefault="00A14774" w:rsidP="00A14774">
      <w:pPr>
        <w:ind w:left="0" w:right="708"/>
        <w:jc w:val="both"/>
        <w:rPr>
          <w:b/>
        </w:rPr>
      </w:pPr>
    </w:p>
    <w:p w14:paraId="1B7D0A17" w14:textId="77777777" w:rsidR="00A14774" w:rsidRPr="009D6A84" w:rsidRDefault="00A14774" w:rsidP="009D6A84">
      <w:pPr>
        <w:spacing w:after="200"/>
        <w:ind w:left="0" w:right="709" w:firstLine="425"/>
        <w:jc w:val="both"/>
        <w:rPr>
          <w:b/>
          <w:sz w:val="22"/>
          <w:szCs w:val="22"/>
        </w:rPr>
      </w:pPr>
      <w:r w:rsidRPr="009D6A84">
        <w:rPr>
          <w:b/>
          <w:sz w:val="22"/>
          <w:szCs w:val="22"/>
        </w:rPr>
        <w:t xml:space="preserve">Autorizzazione del ruolo dell’utente finale all’esecuzione del servizio. </w:t>
      </w: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076"/>
      </w:tblGrid>
      <w:tr w:rsidR="00A14774" w14:paraId="200096F4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8DD30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A4332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260BDD89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BD48C" w14:textId="77777777" w:rsidR="00A14774" w:rsidRDefault="00A14774">
            <w:pPr>
              <w:ind w:left="0" w:right="708"/>
              <w:jc w:val="both"/>
            </w:pPr>
            <w:r>
              <w:t>000786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5EAC2" w14:textId="77777777" w:rsidR="00A14774" w:rsidRDefault="00A14774">
            <w:pPr>
              <w:ind w:left="0" w:right="708"/>
              <w:jc w:val="both"/>
            </w:pPr>
            <w:r>
              <w:t>L'utente non è autorizzato ad eseguire l'operazione o ad utilizzare il servizio.</w:t>
            </w:r>
          </w:p>
        </w:tc>
      </w:tr>
    </w:tbl>
    <w:p w14:paraId="303E8811" w14:textId="77777777" w:rsidR="00A14774" w:rsidRDefault="00A14774" w:rsidP="00A14774">
      <w:pPr>
        <w:ind w:left="0"/>
      </w:pPr>
    </w:p>
    <w:p w14:paraId="69F6CFF6" w14:textId="77777777" w:rsidR="00830EEC" w:rsidRDefault="009D6A84" w:rsidP="009D6A84">
      <w:pPr>
        <w:pStyle w:val="Titolo1"/>
        <w:numPr>
          <w:ilvl w:val="0"/>
          <w:numId w:val="0"/>
        </w:numPr>
      </w:pPr>
      <w:r>
        <w:br w:type="page"/>
      </w:r>
      <w:bookmarkStart w:id="22" w:name="_Toc524554725"/>
      <w:r w:rsidR="00830EEC">
        <w:lastRenderedPageBreak/>
        <w:t xml:space="preserve">Appendice </w:t>
      </w:r>
      <w:r w:rsidR="00CF04C0">
        <w:t>B</w:t>
      </w:r>
      <w:r w:rsidR="00830EEC">
        <w:t xml:space="preserve"> – Specifiche dei tracciati record</w:t>
      </w:r>
      <w:bookmarkEnd w:id="19"/>
      <w:bookmarkEnd w:id="22"/>
    </w:p>
    <w:p w14:paraId="3C94FDC3" w14:textId="77777777" w:rsidR="00C94235" w:rsidRDefault="00C94235" w:rsidP="000C5625">
      <w:pPr>
        <w:ind w:right="567"/>
        <w:jc w:val="both"/>
      </w:pPr>
      <w:r>
        <w:t>La presente appendice descrive i tracciati record trattati dai servizi dell’area.</w:t>
      </w:r>
    </w:p>
    <w:p w14:paraId="3AD8032C" w14:textId="77777777" w:rsidR="00830EEC" w:rsidRDefault="00830EEC" w:rsidP="000C5625">
      <w:pPr>
        <w:ind w:right="567"/>
        <w:jc w:val="both"/>
      </w:pPr>
      <w:r>
        <w:t>Tutti i file vengono prodotti in formato ASCII.</w:t>
      </w:r>
    </w:p>
    <w:p w14:paraId="0BFE86F4" w14:textId="77777777" w:rsidR="00830EEC" w:rsidRDefault="00830EEC" w:rsidP="000C5625">
      <w:pPr>
        <w:ind w:right="567"/>
        <w:jc w:val="both"/>
      </w:pPr>
      <w:r>
        <w:t>I record sono a lunghezza fissa ed ogni record dovrà terminare con caratteri di fine riga (CR+LF).</w:t>
      </w:r>
    </w:p>
    <w:p w14:paraId="3E8BFB8F" w14:textId="77777777" w:rsidR="00830EEC" w:rsidRDefault="00830EEC" w:rsidP="000C5625">
      <w:pPr>
        <w:ind w:right="567"/>
        <w:jc w:val="both"/>
      </w:pPr>
      <w:r>
        <w:t>Nella composizione dei campi devono essere rispettate, se non diversamente specificato, le seguenti regole:</w:t>
      </w:r>
    </w:p>
    <w:p w14:paraId="1B3E6A47" w14:textId="77777777" w:rsidR="00830EEC" w:rsidRDefault="00830EEC" w:rsidP="000C5625">
      <w:pPr>
        <w:numPr>
          <w:ilvl w:val="0"/>
          <w:numId w:val="8"/>
        </w:numPr>
        <w:ind w:right="567"/>
        <w:jc w:val="both"/>
      </w:pPr>
      <w:r>
        <w:t xml:space="preserve">i campi numerici sono allineati a destra, mentre i campi </w:t>
      </w:r>
      <w:proofErr w:type="gramStart"/>
      <w:r>
        <w:t>alfanumerici  dovranno</w:t>
      </w:r>
      <w:proofErr w:type="gramEnd"/>
      <w:r>
        <w:t xml:space="preserve"> essere allineati a sinistra</w:t>
      </w:r>
    </w:p>
    <w:p w14:paraId="447FEAA7" w14:textId="77777777" w:rsidR="00830EEC" w:rsidRDefault="00830EEC" w:rsidP="000C5625">
      <w:pPr>
        <w:numPr>
          <w:ilvl w:val="0"/>
          <w:numId w:val="8"/>
        </w:numPr>
        <w:ind w:right="567"/>
        <w:jc w:val="both"/>
      </w:pPr>
      <w:r>
        <w:t xml:space="preserve">il carattere di riempimento per i campi numerici deve essere lo zero, mentre quello per i campi alfanumerici deve essere lo spazio (blank) </w:t>
      </w:r>
    </w:p>
    <w:p w14:paraId="7A59DFBB" w14:textId="77777777" w:rsidR="00830EEC" w:rsidRDefault="00830EEC" w:rsidP="000C5625">
      <w:pPr>
        <w:numPr>
          <w:ilvl w:val="0"/>
          <w:numId w:val="8"/>
        </w:numPr>
        <w:ind w:right="567"/>
        <w:jc w:val="both"/>
      </w:pPr>
      <w:r>
        <w:t xml:space="preserve">ogni campo deve avere lunghezza fissa; pertanto, se l'informazione in esso contenuta non è tale da occupare l'intero spazio a disposizione, il campo dovrà essere completato con i corrispondenti caratteri di riempimento </w:t>
      </w:r>
    </w:p>
    <w:p w14:paraId="64E90BAE" w14:textId="77777777" w:rsidR="00830EEC" w:rsidRDefault="00830EEC" w:rsidP="000C5625">
      <w:pPr>
        <w:numPr>
          <w:ilvl w:val="0"/>
          <w:numId w:val="8"/>
        </w:numPr>
        <w:ind w:right="567"/>
        <w:jc w:val="both"/>
      </w:pPr>
      <w:r>
        <w:t>se in un campo non deve essere riportata alcuna informazione (campo vuoto), il campo deve essere riempito con i caratteri di riempimento</w:t>
      </w:r>
    </w:p>
    <w:p w14:paraId="5B721110" w14:textId="77777777" w:rsidR="00830EEC" w:rsidRDefault="00830EEC" w:rsidP="000C5625">
      <w:pPr>
        <w:numPr>
          <w:ilvl w:val="0"/>
          <w:numId w:val="8"/>
        </w:numPr>
        <w:ind w:right="567"/>
        <w:jc w:val="both"/>
      </w:pPr>
      <w:r>
        <w:t>i caratteri alfabetici sono riportati in maiuscolo</w:t>
      </w:r>
    </w:p>
    <w:p w14:paraId="42058082" w14:textId="77777777" w:rsidR="00830EEC" w:rsidRDefault="00830EEC" w:rsidP="009D6A84">
      <w:pPr>
        <w:pStyle w:val="Titolo2"/>
      </w:pPr>
      <w:bookmarkStart w:id="23" w:name="_Toc524554726"/>
      <w:r>
        <w:t>Tracciato</w:t>
      </w:r>
      <w:r w:rsidRPr="00830EEC">
        <w:t xml:space="preserve"> record </w:t>
      </w:r>
      <w:r w:rsidR="00E266C7">
        <w:t xml:space="preserve">dei files relativi </w:t>
      </w:r>
      <w:proofErr w:type="gramStart"/>
      <w:r w:rsidR="00E266C7">
        <w:t xml:space="preserve">a </w:t>
      </w:r>
      <w:r w:rsidRPr="00830EEC">
        <w:t>”</w:t>
      </w:r>
      <w:r w:rsidR="00E266C7">
        <w:t>nome</w:t>
      </w:r>
      <w:proofErr w:type="gramEnd"/>
      <w:r w:rsidR="00E266C7">
        <w:t xml:space="preserve"> tracciato</w:t>
      </w:r>
      <w:r w:rsidR="00C94235">
        <w:t xml:space="preserve"> 1</w:t>
      </w:r>
      <w:r w:rsidR="00E266C7">
        <w:t>”</w:t>
      </w:r>
      <w:bookmarkEnd w:id="23"/>
    </w:p>
    <w:p w14:paraId="681FD211" w14:textId="77777777" w:rsidR="00830EEC" w:rsidRPr="009D6A84" w:rsidRDefault="00830EEC" w:rsidP="00830EEC">
      <w:pPr>
        <w:rPr>
          <w:b/>
        </w:rPr>
      </w:pPr>
    </w:p>
    <w:tbl>
      <w:tblPr>
        <w:tblW w:w="10404" w:type="dxa"/>
        <w:tblInd w:w="-6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73"/>
        <w:gridCol w:w="993"/>
        <w:gridCol w:w="2439"/>
        <w:gridCol w:w="2995"/>
        <w:gridCol w:w="1096"/>
        <w:gridCol w:w="360"/>
        <w:gridCol w:w="338"/>
        <w:gridCol w:w="510"/>
      </w:tblGrid>
      <w:tr w:rsidR="00830EEC" w14:paraId="193E1413" w14:textId="77777777" w:rsidTr="000134E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6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14:paraId="27CAC406" w14:textId="77777777" w:rsidR="00830EEC" w:rsidRDefault="00830EEC" w:rsidP="000134E2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Descrizione tracciato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6" w:space="0" w:color="000000"/>
              <w:right w:val="single" w:sz="6" w:space="0" w:color="000000"/>
            </w:tcBorders>
            <w:shd w:val="solid" w:color="C0C0C0" w:fill="auto"/>
          </w:tcPr>
          <w:p w14:paraId="28CED899" w14:textId="77777777" w:rsidR="00830EEC" w:rsidRDefault="00830EEC" w:rsidP="000134E2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Progressivo</w:t>
            </w:r>
          </w:p>
        </w:tc>
        <w:tc>
          <w:tcPr>
            <w:tcW w:w="2439" w:type="dxa"/>
            <w:tcBorders>
              <w:top w:val="single" w:sz="2" w:space="0" w:color="000000"/>
              <w:left w:val="single" w:sz="6" w:space="0" w:color="000000"/>
              <w:right w:val="single" w:sz="6" w:space="0" w:color="000000"/>
            </w:tcBorders>
            <w:shd w:val="solid" w:color="C0C0C0" w:fill="auto"/>
          </w:tcPr>
          <w:p w14:paraId="225824D3" w14:textId="77777777" w:rsidR="00830EEC" w:rsidRDefault="00830EEC" w:rsidP="000134E2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Nome campo</w:t>
            </w:r>
          </w:p>
        </w:tc>
        <w:tc>
          <w:tcPr>
            <w:tcW w:w="2995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14:paraId="2A8971D2" w14:textId="77777777" w:rsidR="00830EEC" w:rsidRDefault="00830EEC" w:rsidP="000134E2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Note esplicative</w:t>
            </w:r>
          </w:p>
        </w:tc>
        <w:tc>
          <w:tcPr>
            <w:tcW w:w="1096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14:paraId="75E03D7B" w14:textId="77777777" w:rsidR="00830EEC" w:rsidRDefault="00830EEC" w:rsidP="000134E2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Tipo di dato</w:t>
            </w:r>
          </w:p>
        </w:tc>
        <w:tc>
          <w:tcPr>
            <w:tcW w:w="69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14:paraId="36A3A0BA" w14:textId="77777777" w:rsidR="00830EEC" w:rsidRDefault="00830EEC" w:rsidP="000134E2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Posizione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solid" w:color="C0C0C0" w:fill="auto"/>
          </w:tcPr>
          <w:p w14:paraId="3E59E1F4" w14:textId="77777777" w:rsidR="00830EEC" w:rsidRDefault="00830EEC" w:rsidP="000134E2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Lung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.(</w:t>
            </w:r>
            <w:proofErr w:type="spellStart"/>
            <w:proofErr w:type="gramEnd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crt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830EEC" w14:paraId="493B44E9" w14:textId="77777777" w:rsidTr="000134E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3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solid" w:color="C0C0C0" w:fill="auto"/>
          </w:tcPr>
          <w:p w14:paraId="7D94ECD9" w14:textId="77777777" w:rsidR="00830EEC" w:rsidRDefault="00830EEC" w:rsidP="000134E2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solid" w:color="C0C0C0" w:fill="auto"/>
          </w:tcPr>
          <w:p w14:paraId="554F39C4" w14:textId="77777777" w:rsidR="00830EEC" w:rsidRDefault="00830EEC" w:rsidP="000134E2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439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solid" w:color="C0C0C0" w:fill="auto"/>
          </w:tcPr>
          <w:p w14:paraId="5B67F4A2" w14:textId="77777777" w:rsidR="00830EEC" w:rsidRDefault="00830EEC" w:rsidP="000134E2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95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solid" w:color="C0C0C0" w:fill="auto"/>
          </w:tcPr>
          <w:p w14:paraId="3E20E24A" w14:textId="77777777" w:rsidR="00830EEC" w:rsidRDefault="00830EEC" w:rsidP="000134E2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solid" w:color="C0C0C0" w:fill="auto"/>
          </w:tcPr>
          <w:p w14:paraId="0E95F8E4" w14:textId="77777777" w:rsidR="00830EEC" w:rsidRDefault="00830EEC" w:rsidP="000134E2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solid" w:color="C0C0C0" w:fill="auto"/>
          </w:tcPr>
          <w:p w14:paraId="2A7A0BA9" w14:textId="77777777" w:rsidR="00830EEC" w:rsidRDefault="00830EEC" w:rsidP="000134E2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Da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solid" w:color="C0C0C0" w:fill="auto"/>
          </w:tcPr>
          <w:p w14:paraId="271E1B27" w14:textId="77777777" w:rsidR="00830EEC" w:rsidRDefault="00830EEC" w:rsidP="000134E2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A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</w:tcPr>
          <w:p w14:paraId="490468F4" w14:textId="77777777" w:rsidR="00830EEC" w:rsidRDefault="00830EEC" w:rsidP="000134E2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0EEC" w14:paraId="4860BBF6" w14:textId="77777777" w:rsidTr="000134E2">
        <w:tblPrEx>
          <w:tblCellMar>
            <w:top w:w="0" w:type="dxa"/>
            <w:bottom w:w="0" w:type="dxa"/>
          </w:tblCellMar>
        </w:tblPrEx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1CF8A8C" w14:textId="77777777" w:rsidR="00830EEC" w:rsidRDefault="00830EEC" w:rsidP="000134E2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202BF8E" w14:textId="77777777" w:rsidR="00830EEC" w:rsidRDefault="00830EEC" w:rsidP="000134E2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E7B61E4" w14:textId="77777777" w:rsidR="00830EEC" w:rsidRDefault="00830EEC" w:rsidP="000134E2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E670DE5" w14:textId="77777777" w:rsidR="00830EEC" w:rsidRDefault="00830EEC" w:rsidP="000134E2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28CC828" w14:textId="77777777" w:rsidR="00830EEC" w:rsidRDefault="00830EEC" w:rsidP="000134E2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DE788B0" w14:textId="77777777" w:rsidR="00830EEC" w:rsidRDefault="00830EEC" w:rsidP="000134E2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6739FD5" w14:textId="77777777" w:rsidR="00830EEC" w:rsidRDefault="00830EEC" w:rsidP="000134E2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CC76454" w14:textId="77777777" w:rsidR="00830EEC" w:rsidRDefault="00830EEC" w:rsidP="000134E2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</w:tbl>
    <w:p w14:paraId="4217B737" w14:textId="77777777" w:rsidR="00830EEC" w:rsidRDefault="00830EEC" w:rsidP="009D6A84">
      <w:pPr>
        <w:pStyle w:val="Titolo2"/>
      </w:pPr>
      <w:bookmarkStart w:id="24" w:name="_Toc524554727"/>
      <w:r w:rsidRPr="00830EEC">
        <w:t>Tracci</w:t>
      </w:r>
      <w:r w:rsidR="00E266C7">
        <w:t>ato record dei files relativi a</w:t>
      </w:r>
      <w:r w:rsidRPr="00830EEC">
        <w:t xml:space="preserve"> “nome</w:t>
      </w:r>
      <w:r w:rsidR="00E266C7">
        <w:t xml:space="preserve"> tracci</w:t>
      </w:r>
      <w:r w:rsidR="00C94235">
        <w:t>a</w:t>
      </w:r>
      <w:r w:rsidR="00E266C7">
        <w:t>to 2</w:t>
      </w:r>
      <w:r w:rsidRPr="00830EEC">
        <w:t>”</w:t>
      </w:r>
      <w:bookmarkEnd w:id="24"/>
    </w:p>
    <w:p w14:paraId="22DC9392" w14:textId="77777777" w:rsidR="00C94235" w:rsidRPr="00830EEC" w:rsidRDefault="00C94235" w:rsidP="00C94235"/>
    <w:tbl>
      <w:tblPr>
        <w:tblW w:w="10404" w:type="dxa"/>
        <w:tblInd w:w="-6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73"/>
        <w:gridCol w:w="993"/>
        <w:gridCol w:w="2439"/>
        <w:gridCol w:w="2995"/>
        <w:gridCol w:w="1096"/>
        <w:gridCol w:w="360"/>
        <w:gridCol w:w="338"/>
        <w:gridCol w:w="510"/>
      </w:tblGrid>
      <w:tr w:rsidR="00C94235" w14:paraId="74853F61" w14:textId="77777777" w:rsidTr="00E72FF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6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14:paraId="031612AC" w14:textId="77777777" w:rsidR="00C94235" w:rsidRDefault="00C94235" w:rsidP="00E72FF4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Descrizione tracciato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6" w:space="0" w:color="000000"/>
              <w:right w:val="single" w:sz="6" w:space="0" w:color="000000"/>
            </w:tcBorders>
            <w:shd w:val="solid" w:color="C0C0C0" w:fill="auto"/>
          </w:tcPr>
          <w:p w14:paraId="00D700AB" w14:textId="77777777" w:rsidR="00C94235" w:rsidRDefault="00C94235" w:rsidP="00E72FF4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Progressivo</w:t>
            </w:r>
          </w:p>
        </w:tc>
        <w:tc>
          <w:tcPr>
            <w:tcW w:w="2439" w:type="dxa"/>
            <w:tcBorders>
              <w:top w:val="single" w:sz="2" w:space="0" w:color="000000"/>
              <w:left w:val="single" w:sz="6" w:space="0" w:color="000000"/>
              <w:right w:val="single" w:sz="6" w:space="0" w:color="000000"/>
            </w:tcBorders>
            <w:shd w:val="solid" w:color="C0C0C0" w:fill="auto"/>
          </w:tcPr>
          <w:p w14:paraId="53414BBB" w14:textId="77777777" w:rsidR="00C94235" w:rsidRDefault="00C94235" w:rsidP="00E72FF4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Nome campo</w:t>
            </w:r>
          </w:p>
        </w:tc>
        <w:tc>
          <w:tcPr>
            <w:tcW w:w="2995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14:paraId="0B032AD5" w14:textId="77777777" w:rsidR="00C94235" w:rsidRDefault="00C94235" w:rsidP="00E72FF4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Note esplicative</w:t>
            </w:r>
          </w:p>
        </w:tc>
        <w:tc>
          <w:tcPr>
            <w:tcW w:w="1096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14:paraId="138EF550" w14:textId="77777777" w:rsidR="00C94235" w:rsidRDefault="00C94235" w:rsidP="00E72FF4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Tipo di dato</w:t>
            </w:r>
          </w:p>
        </w:tc>
        <w:tc>
          <w:tcPr>
            <w:tcW w:w="698" w:type="dxa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14:paraId="6E65BFEC" w14:textId="77777777" w:rsidR="00C94235" w:rsidRDefault="00C94235" w:rsidP="00E72FF4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Posizione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solid" w:color="C0C0C0" w:fill="auto"/>
          </w:tcPr>
          <w:p w14:paraId="5080B3F9" w14:textId="77777777" w:rsidR="00C94235" w:rsidRDefault="00C94235" w:rsidP="00E72FF4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Lung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.(</w:t>
            </w:r>
            <w:proofErr w:type="spellStart"/>
            <w:proofErr w:type="gramEnd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crt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C94235" w14:paraId="47E12541" w14:textId="77777777" w:rsidTr="00E72F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73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solid" w:color="C0C0C0" w:fill="auto"/>
          </w:tcPr>
          <w:p w14:paraId="36DD69F8" w14:textId="77777777" w:rsidR="00C94235" w:rsidRDefault="00C94235" w:rsidP="00E72FF4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solid" w:color="C0C0C0" w:fill="auto"/>
          </w:tcPr>
          <w:p w14:paraId="67372123" w14:textId="77777777" w:rsidR="00C94235" w:rsidRDefault="00C94235" w:rsidP="00E72FF4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439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solid" w:color="C0C0C0" w:fill="auto"/>
          </w:tcPr>
          <w:p w14:paraId="48FF37F2" w14:textId="77777777" w:rsidR="00C94235" w:rsidRDefault="00C94235" w:rsidP="00E72FF4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95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solid" w:color="C0C0C0" w:fill="auto"/>
          </w:tcPr>
          <w:p w14:paraId="02121EE7" w14:textId="77777777" w:rsidR="00C94235" w:rsidRDefault="00C94235" w:rsidP="00E72FF4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solid" w:color="C0C0C0" w:fill="auto"/>
          </w:tcPr>
          <w:p w14:paraId="0C382B2F" w14:textId="77777777" w:rsidR="00C94235" w:rsidRDefault="00C94235" w:rsidP="00E72FF4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solid" w:color="C0C0C0" w:fill="auto"/>
          </w:tcPr>
          <w:p w14:paraId="61DD6472" w14:textId="77777777" w:rsidR="00C94235" w:rsidRDefault="00C94235" w:rsidP="00E72FF4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Da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solid" w:color="C0C0C0" w:fill="auto"/>
          </w:tcPr>
          <w:p w14:paraId="056346FE" w14:textId="77777777" w:rsidR="00C94235" w:rsidRDefault="00C94235" w:rsidP="00E72FF4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A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</w:tcPr>
          <w:p w14:paraId="4CA743CE" w14:textId="77777777" w:rsidR="00C94235" w:rsidRDefault="00C94235" w:rsidP="00E72FF4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C94235" w14:paraId="32C6BD11" w14:textId="77777777" w:rsidTr="00E72FF4">
        <w:tblPrEx>
          <w:tblCellMar>
            <w:top w:w="0" w:type="dxa"/>
            <w:bottom w:w="0" w:type="dxa"/>
          </w:tblCellMar>
        </w:tblPrEx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35F0C47" w14:textId="77777777" w:rsidR="00C94235" w:rsidRDefault="00C94235" w:rsidP="00E72FF4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066B538" w14:textId="77777777" w:rsidR="00C94235" w:rsidRDefault="00C94235" w:rsidP="00E72FF4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F42EC60" w14:textId="77777777" w:rsidR="00C94235" w:rsidRDefault="00C94235" w:rsidP="00E72FF4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5730035" w14:textId="77777777" w:rsidR="00C94235" w:rsidRDefault="00C94235" w:rsidP="00E72FF4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7DBC938" w14:textId="77777777" w:rsidR="00C94235" w:rsidRDefault="00C94235" w:rsidP="00E72FF4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5C34CA1" w14:textId="77777777" w:rsidR="00C94235" w:rsidRDefault="00C94235" w:rsidP="00E72FF4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05F6374" w14:textId="77777777" w:rsidR="00C94235" w:rsidRDefault="00C94235" w:rsidP="00E72FF4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6771E00" w14:textId="77777777" w:rsidR="00C94235" w:rsidRDefault="00C94235" w:rsidP="00E72FF4">
            <w:pPr>
              <w:keepLines w:val="0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</w:tbl>
    <w:p w14:paraId="0D501191" w14:textId="77777777" w:rsidR="00C94235" w:rsidRDefault="00C94235" w:rsidP="00C94235">
      <w:pPr>
        <w:pStyle w:val="Testonotaapidipagina"/>
      </w:pPr>
    </w:p>
    <w:p w14:paraId="53BE99BA" w14:textId="77777777" w:rsidR="00E266C7" w:rsidRDefault="00E266C7" w:rsidP="00E266C7"/>
    <w:sectPr w:rsidR="00E266C7" w:rsidSect="00A72753">
      <w:headerReference w:type="default" r:id="rId16"/>
      <w:footerReference w:type="default" r:id="rId17"/>
      <w:type w:val="continuous"/>
      <w:pgSz w:w="11907" w:h="16840" w:code="9"/>
      <w:pgMar w:top="1701" w:right="1134" w:bottom="1701" w:left="1134" w:header="720" w:footer="1418" w:gutter="567"/>
      <w:cols w:space="720"/>
      <w:docGrid w:linePitch="2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7B">
      <wne:macro wne:macroName="PROJECT.NEWMACROS.CUSTOMIZETEMPLATESISRNET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A6CB9F" w14:textId="77777777" w:rsidR="003F2C74" w:rsidRDefault="003F2C74">
      <w:r>
        <w:separator/>
      </w:r>
    </w:p>
    <w:p w14:paraId="75DE51C6" w14:textId="77777777" w:rsidR="003F2C74" w:rsidRDefault="003F2C74"/>
  </w:endnote>
  <w:endnote w:type="continuationSeparator" w:id="0">
    <w:p w14:paraId="6A136EEE" w14:textId="77777777" w:rsidR="003F2C74" w:rsidRDefault="003F2C74">
      <w:r>
        <w:continuationSeparator/>
      </w:r>
    </w:p>
    <w:p w14:paraId="06938219" w14:textId="77777777" w:rsidR="003F2C74" w:rsidRDefault="003F2C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A87FA" w14:textId="77777777" w:rsidR="00A72753" w:rsidRPr="007D2B06" w:rsidRDefault="00A72753" w:rsidP="0069213B">
    <w:pPr>
      <w:pStyle w:val="Pidipagina"/>
      <w:pBdr>
        <w:top w:val="single" w:sz="4" w:space="1" w:color="auto"/>
      </w:pBdr>
      <w:tabs>
        <w:tab w:val="clear" w:pos="7938"/>
        <w:tab w:val="right" w:pos="9072"/>
        <w:tab w:val="right" w:pos="10065"/>
      </w:tabs>
      <w:spacing w:before="0"/>
      <w:ind w:left="-567"/>
      <w:rPr>
        <w:sz w:val="18"/>
        <w:szCs w:val="18"/>
      </w:rPr>
    </w:pPr>
    <w:r w:rsidRPr="007D2B06">
      <w:rPr>
        <w:sz w:val="18"/>
        <w:szCs w:val="18"/>
      </w:rPr>
      <w:t xml:space="preserve">INS Specifiche dei servizi di integrazione e cooperazione applicativa Area </w:t>
    </w:r>
    <w:r>
      <w:rPr>
        <w:sz w:val="18"/>
        <w:szCs w:val="18"/>
      </w:rPr>
      <w:t>Assistenza Protesica 1</w:t>
    </w:r>
    <w:r w:rsidRPr="007D2B06">
      <w:rPr>
        <w:sz w:val="18"/>
        <w:szCs w:val="18"/>
      </w:rPr>
      <w:t>.0</w:t>
    </w:r>
    <w:r>
      <w:rPr>
        <w:sz w:val="18"/>
        <w:szCs w:val="18"/>
      </w:rPr>
      <w:tab/>
      <w:t xml:space="preserve">             </w:t>
    </w:r>
    <w:r w:rsidRPr="007D2B06">
      <w:rPr>
        <w:sz w:val="18"/>
        <w:szCs w:val="18"/>
      </w:rPr>
      <w:t xml:space="preserve">pag. </w:t>
    </w:r>
    <w:r w:rsidRPr="007D2B06">
      <w:rPr>
        <w:bCs/>
        <w:sz w:val="18"/>
        <w:szCs w:val="18"/>
      </w:rPr>
      <w:fldChar w:fldCharType="begin"/>
    </w:r>
    <w:r w:rsidRPr="007D2B06">
      <w:rPr>
        <w:bCs/>
        <w:sz w:val="18"/>
        <w:szCs w:val="18"/>
      </w:rPr>
      <w:instrText>PAGE</w:instrText>
    </w:r>
    <w:r w:rsidRPr="007D2B06">
      <w:rPr>
        <w:bCs/>
        <w:sz w:val="18"/>
        <w:szCs w:val="18"/>
      </w:rPr>
      <w:fldChar w:fldCharType="separate"/>
    </w:r>
    <w:r w:rsidR="00A40849">
      <w:rPr>
        <w:bCs/>
        <w:noProof/>
        <w:sz w:val="18"/>
        <w:szCs w:val="18"/>
      </w:rPr>
      <w:t>9</w:t>
    </w:r>
    <w:r w:rsidRPr="007D2B06">
      <w:rPr>
        <w:bCs/>
        <w:sz w:val="18"/>
        <w:szCs w:val="18"/>
      </w:rPr>
      <w:fldChar w:fldCharType="end"/>
    </w:r>
    <w:r w:rsidRPr="007D2B06">
      <w:rPr>
        <w:sz w:val="18"/>
        <w:szCs w:val="18"/>
      </w:rPr>
      <w:t xml:space="preserve"> di </w:t>
    </w:r>
    <w:r w:rsidRPr="007D2B06">
      <w:rPr>
        <w:bCs/>
        <w:sz w:val="18"/>
        <w:szCs w:val="18"/>
      </w:rPr>
      <w:fldChar w:fldCharType="begin"/>
    </w:r>
    <w:r w:rsidRPr="007D2B06">
      <w:rPr>
        <w:bCs/>
        <w:sz w:val="18"/>
        <w:szCs w:val="18"/>
      </w:rPr>
      <w:instrText>NUMPAGES</w:instrText>
    </w:r>
    <w:r w:rsidRPr="007D2B06">
      <w:rPr>
        <w:bCs/>
        <w:sz w:val="18"/>
        <w:szCs w:val="18"/>
      </w:rPr>
      <w:fldChar w:fldCharType="separate"/>
    </w:r>
    <w:r w:rsidR="00A40849">
      <w:rPr>
        <w:bCs/>
        <w:noProof/>
        <w:sz w:val="18"/>
        <w:szCs w:val="18"/>
      </w:rPr>
      <w:t>11</w:t>
    </w:r>
    <w:r w:rsidRPr="007D2B06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66059" w14:textId="77777777" w:rsidR="003F2C74" w:rsidRDefault="003F2C74">
      <w:r>
        <w:separator/>
      </w:r>
    </w:p>
    <w:p w14:paraId="714AFF9C" w14:textId="77777777" w:rsidR="003F2C74" w:rsidRDefault="003F2C74"/>
  </w:footnote>
  <w:footnote w:type="continuationSeparator" w:id="0">
    <w:p w14:paraId="6EBF51A8" w14:textId="77777777" w:rsidR="003F2C74" w:rsidRDefault="003F2C74">
      <w:r>
        <w:continuationSeparator/>
      </w:r>
    </w:p>
    <w:p w14:paraId="3CAC8F85" w14:textId="77777777" w:rsidR="003F2C74" w:rsidRDefault="003F2C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57848" w14:textId="27EAA5B6" w:rsidR="00A72753" w:rsidRPr="00A72753" w:rsidRDefault="00FF08EF" w:rsidP="00A72753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BF22B94" wp14:editId="2DAB83C3">
          <wp:simplePos x="0" y="0"/>
          <wp:positionH relativeFrom="column">
            <wp:posOffset>-384810</wp:posOffset>
          </wp:positionH>
          <wp:positionV relativeFrom="paragraph">
            <wp:posOffset>-274320</wp:posOffset>
          </wp:positionV>
          <wp:extent cx="6334125" cy="1257300"/>
          <wp:effectExtent l="0" t="0" r="0" b="0"/>
          <wp:wrapSquare wrapText="bothSides"/>
          <wp:docPr id="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6E96CBEC"/>
    <w:lvl w:ilvl="0">
      <w:start w:val="1"/>
      <w:numFmt w:val="bullet"/>
      <w:pStyle w:val="StileCourierNew8ptNeroSinistro0cmprima0p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0FFC9EB2"/>
    <w:lvl w:ilvl="0"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."/>
      <w:legacy w:legacy="1" w:legacySpace="144" w:legacyIndent="0"/>
      <w:lvlJc w:val="left"/>
    </w:lvl>
    <w:lvl w:ilvl="2">
      <w:start w:val="1"/>
      <w:numFmt w:val="decimal"/>
      <w:pStyle w:val="Titolo3"/>
      <w:lvlText w:val="%1.%2.%3"/>
      <w:legacy w:legacy="1" w:legacySpace="144" w:legacyIndent="0"/>
      <w:lvlJc w:val="left"/>
    </w:lvl>
    <w:lvl w:ilvl="3">
      <w:start w:val="1"/>
      <w:numFmt w:val="decimal"/>
      <w:pStyle w:val="Titolo4"/>
      <w:lvlText w:val="%1.%2.%3.%4"/>
      <w:legacy w:legacy="1" w:legacySpace="144" w:legacyIndent="0"/>
      <w:lvlJc w:val="left"/>
    </w:lvl>
    <w:lvl w:ilvl="4">
      <w:start w:val="1"/>
      <w:numFmt w:val="decimal"/>
      <w:pStyle w:val="Titolo5"/>
      <w:lvlText w:val="%1.%2.%3.%4.%5"/>
      <w:legacy w:legacy="1" w:legacySpace="144" w:legacyIndent="0"/>
      <w:lvlJc w:val="left"/>
    </w:lvl>
    <w:lvl w:ilvl="5">
      <w:start w:val="1"/>
      <w:numFmt w:val="decimal"/>
      <w:pStyle w:val="Titolo6"/>
      <w:lvlText w:val="%1.%2.%3.%4.%5.%6"/>
      <w:legacy w:legacy="1" w:legacySpace="144" w:legacyIndent="0"/>
      <w:lvlJc w:val="left"/>
    </w:lvl>
    <w:lvl w:ilvl="6">
      <w:start w:val="1"/>
      <w:numFmt w:val="decimal"/>
      <w:pStyle w:val="Titolo7"/>
      <w:lvlText w:val="%1.%2.%3.%4.%5.%6.%7"/>
      <w:legacy w:legacy="1" w:legacySpace="144" w:legacyIndent="0"/>
      <w:lvlJc w:val="left"/>
    </w:lvl>
    <w:lvl w:ilvl="7">
      <w:start w:val="1"/>
      <w:numFmt w:val="decimal"/>
      <w:pStyle w:val="Titolo8"/>
      <w:lvlText w:val="%1.%2.%3.%4.%5.%6.%7.%8"/>
      <w:legacy w:legacy="1" w:legacySpace="144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0E74432"/>
    <w:multiLevelType w:val="hybridMultilevel"/>
    <w:tmpl w:val="D6D07F1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FA2F66"/>
    <w:multiLevelType w:val="hybridMultilevel"/>
    <w:tmpl w:val="761448AA"/>
    <w:lvl w:ilvl="0" w:tplc="1C02EAF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CE1464F"/>
    <w:multiLevelType w:val="hybridMultilevel"/>
    <w:tmpl w:val="341CA440"/>
    <w:lvl w:ilvl="0" w:tplc="A8843C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FAEDB40">
      <w:start w:val="1"/>
      <w:numFmt w:val="decimal"/>
      <w:lvlText w:val="%2."/>
      <w:lvlJc w:val="left"/>
      <w:pPr>
        <w:tabs>
          <w:tab w:val="num" w:pos="949"/>
        </w:tabs>
        <w:ind w:left="949" w:hanging="360"/>
      </w:pPr>
      <w:rPr>
        <w:rFonts w:hint="default"/>
      </w:rPr>
    </w:lvl>
    <w:lvl w:ilvl="2" w:tplc="04100017">
      <w:start w:val="1"/>
      <w:numFmt w:val="lowerLetter"/>
      <w:lvlText w:val="%3)"/>
      <w:lvlJc w:val="left"/>
      <w:pPr>
        <w:tabs>
          <w:tab w:val="num" w:pos="1849"/>
        </w:tabs>
        <w:ind w:left="1849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389"/>
        </w:tabs>
        <w:ind w:left="23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109"/>
        </w:tabs>
        <w:ind w:left="31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829"/>
        </w:tabs>
        <w:ind w:left="38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549"/>
        </w:tabs>
        <w:ind w:left="45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269"/>
        </w:tabs>
        <w:ind w:left="52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989"/>
        </w:tabs>
        <w:ind w:left="5989" w:hanging="180"/>
      </w:pPr>
    </w:lvl>
  </w:abstractNum>
  <w:abstractNum w:abstractNumId="5" w15:restartNumberingAfterBreak="0">
    <w:nsid w:val="11424F03"/>
    <w:multiLevelType w:val="hybridMultilevel"/>
    <w:tmpl w:val="DF044698"/>
    <w:lvl w:ilvl="0" w:tplc="0410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1789107B"/>
    <w:multiLevelType w:val="hybridMultilevel"/>
    <w:tmpl w:val="DD349DF0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E7E7E71"/>
    <w:multiLevelType w:val="hybridMultilevel"/>
    <w:tmpl w:val="F38E472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E85094C"/>
    <w:multiLevelType w:val="hybridMultilevel"/>
    <w:tmpl w:val="C0E21A18"/>
    <w:lvl w:ilvl="0" w:tplc="A1B2DA60">
      <w:numFmt w:val="bullet"/>
      <w:lvlText w:val="-"/>
      <w:lvlJc w:val="left"/>
      <w:pPr>
        <w:ind w:left="8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10" w15:restartNumberingAfterBreak="0">
    <w:nsid w:val="21AE4B09"/>
    <w:multiLevelType w:val="hybridMultilevel"/>
    <w:tmpl w:val="8EEED160"/>
    <w:lvl w:ilvl="0" w:tplc="84A89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318CE"/>
    <w:multiLevelType w:val="hybridMultilevel"/>
    <w:tmpl w:val="8DC2DBA0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1A715B1"/>
    <w:multiLevelType w:val="hybridMultilevel"/>
    <w:tmpl w:val="AEF0A8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35107380"/>
    <w:multiLevelType w:val="hybridMultilevel"/>
    <w:tmpl w:val="9A6241C8"/>
    <w:lvl w:ilvl="0" w:tplc="57DABDBE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BAAA8644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5266858C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CF3A6B2C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5BA9BB6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3024576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4C4C858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DF1E26F0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16120D30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3EAD27B3"/>
    <w:multiLevelType w:val="hybridMultilevel"/>
    <w:tmpl w:val="F39C473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95812"/>
    <w:multiLevelType w:val="multilevel"/>
    <w:tmpl w:val="7D9668B8"/>
    <w:lvl w:ilvl="0">
      <w:start w:val="1"/>
      <w:numFmt w:val="decimal"/>
      <w:pStyle w:val="Titolo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29F018F"/>
    <w:multiLevelType w:val="hybridMultilevel"/>
    <w:tmpl w:val="DBB8C77A"/>
    <w:lvl w:ilvl="0" w:tplc="0410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44FA75B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4A043BC0"/>
    <w:multiLevelType w:val="hybridMultilevel"/>
    <w:tmpl w:val="E79E41C2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1" w15:restartNumberingAfterBreak="0">
    <w:nsid w:val="532B6EDD"/>
    <w:multiLevelType w:val="hybridMultilevel"/>
    <w:tmpl w:val="D438DE9C"/>
    <w:lvl w:ilvl="0" w:tplc="336E94C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F7222"/>
    <w:multiLevelType w:val="hybridMultilevel"/>
    <w:tmpl w:val="D242BEB8"/>
    <w:lvl w:ilvl="0" w:tplc="F3EA063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94C50FC"/>
    <w:multiLevelType w:val="hybridMultilevel"/>
    <w:tmpl w:val="4D8A0C2E"/>
    <w:lvl w:ilvl="0" w:tplc="0410000F">
      <w:start w:val="1"/>
      <w:numFmt w:val="decimal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4CB5ECB"/>
    <w:multiLevelType w:val="hybridMultilevel"/>
    <w:tmpl w:val="968E375A"/>
    <w:lvl w:ilvl="0" w:tplc="E4FA0F8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76D81A76"/>
    <w:multiLevelType w:val="multilevel"/>
    <w:tmpl w:val="F03015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Titolo2"/>
      <w:isLgl/>
      <w:lvlText w:val="%1.%2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B966D16"/>
    <w:multiLevelType w:val="hybridMultilevel"/>
    <w:tmpl w:val="8C842E5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808865226">
    <w:abstractNumId w:val="1"/>
  </w:num>
  <w:num w:numId="2" w16cid:durableId="273286917">
    <w:abstractNumId w:val="4"/>
  </w:num>
  <w:num w:numId="3" w16cid:durableId="1777748680">
    <w:abstractNumId w:val="0"/>
  </w:num>
  <w:num w:numId="4" w16cid:durableId="698511080">
    <w:abstractNumId w:val="5"/>
  </w:num>
  <w:num w:numId="5" w16cid:durableId="270207994">
    <w:abstractNumId w:val="8"/>
  </w:num>
  <w:num w:numId="6" w16cid:durableId="580874847">
    <w:abstractNumId w:val="7"/>
  </w:num>
  <w:num w:numId="7" w16cid:durableId="2030057108">
    <w:abstractNumId w:val="10"/>
  </w:num>
  <w:num w:numId="8" w16cid:durableId="175274374">
    <w:abstractNumId w:val="19"/>
  </w:num>
  <w:num w:numId="9" w16cid:durableId="1293366332">
    <w:abstractNumId w:val="12"/>
  </w:num>
  <w:num w:numId="10" w16cid:durableId="795030145">
    <w:abstractNumId w:val="18"/>
  </w:num>
  <w:num w:numId="11" w16cid:durableId="736513468">
    <w:abstractNumId w:val="20"/>
  </w:num>
  <w:num w:numId="12" w16cid:durableId="2038240340">
    <w:abstractNumId w:val="11"/>
  </w:num>
  <w:num w:numId="13" w16cid:durableId="371928661">
    <w:abstractNumId w:val="3"/>
  </w:num>
  <w:num w:numId="14" w16cid:durableId="781655627">
    <w:abstractNumId w:val="22"/>
  </w:num>
  <w:num w:numId="15" w16cid:durableId="1250427647">
    <w:abstractNumId w:val="13"/>
  </w:num>
  <w:num w:numId="16" w16cid:durableId="615406417">
    <w:abstractNumId w:val="14"/>
  </w:num>
  <w:num w:numId="17" w16cid:durableId="1825898769">
    <w:abstractNumId w:val="17"/>
  </w:num>
  <w:num w:numId="18" w16cid:durableId="621378175">
    <w:abstractNumId w:val="1"/>
  </w:num>
  <w:num w:numId="19" w16cid:durableId="639383167">
    <w:abstractNumId w:val="27"/>
  </w:num>
  <w:num w:numId="20" w16cid:durableId="1951665088">
    <w:abstractNumId w:val="2"/>
  </w:num>
  <w:num w:numId="21" w16cid:durableId="147981418">
    <w:abstractNumId w:val="1"/>
  </w:num>
  <w:num w:numId="22" w16cid:durableId="258220963">
    <w:abstractNumId w:val="9"/>
  </w:num>
  <w:num w:numId="23" w16cid:durableId="1737239713">
    <w:abstractNumId w:val="1"/>
  </w:num>
  <w:num w:numId="24" w16cid:durableId="1531645741">
    <w:abstractNumId w:val="1"/>
  </w:num>
  <w:num w:numId="25" w16cid:durableId="1464158477">
    <w:abstractNumId w:val="21"/>
  </w:num>
  <w:num w:numId="26" w16cid:durableId="779186648">
    <w:abstractNumId w:val="1"/>
  </w:num>
  <w:num w:numId="27" w16cid:durableId="849484889">
    <w:abstractNumId w:val="25"/>
  </w:num>
  <w:num w:numId="28" w16cid:durableId="1109543655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09382126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21785985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208706793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37962666">
    <w:abstractNumId w:val="23"/>
  </w:num>
  <w:num w:numId="33" w16cid:durableId="10571637">
    <w:abstractNumId w:val="26"/>
  </w:num>
  <w:num w:numId="34" w16cid:durableId="42414841">
    <w:abstractNumId w:val="15"/>
  </w:num>
  <w:num w:numId="35" w16cid:durableId="881551567">
    <w:abstractNumId w:val="16"/>
  </w:num>
  <w:num w:numId="36" w16cid:durableId="995912424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attachedTemplate r:id="rId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086"/>
    <w:rsid w:val="00004C5E"/>
    <w:rsid w:val="00010695"/>
    <w:rsid w:val="000134E2"/>
    <w:rsid w:val="00015CAE"/>
    <w:rsid w:val="00026E53"/>
    <w:rsid w:val="000403E5"/>
    <w:rsid w:val="0007048B"/>
    <w:rsid w:val="000729E0"/>
    <w:rsid w:val="000922A4"/>
    <w:rsid w:val="000A2B32"/>
    <w:rsid w:val="000A6F47"/>
    <w:rsid w:val="000B0170"/>
    <w:rsid w:val="000B1033"/>
    <w:rsid w:val="000B6740"/>
    <w:rsid w:val="000C04CD"/>
    <w:rsid w:val="000C5625"/>
    <w:rsid w:val="000C7AAA"/>
    <w:rsid w:val="000F275B"/>
    <w:rsid w:val="00110DA0"/>
    <w:rsid w:val="001172DA"/>
    <w:rsid w:val="00117DB3"/>
    <w:rsid w:val="00124F8F"/>
    <w:rsid w:val="00132A96"/>
    <w:rsid w:val="00153109"/>
    <w:rsid w:val="0018653A"/>
    <w:rsid w:val="001A174B"/>
    <w:rsid w:val="001B7B57"/>
    <w:rsid w:val="001D3993"/>
    <w:rsid w:val="001D7A3B"/>
    <w:rsid w:val="001E122F"/>
    <w:rsid w:val="001E5221"/>
    <w:rsid w:val="001F7B1D"/>
    <w:rsid w:val="00235B14"/>
    <w:rsid w:val="0024489D"/>
    <w:rsid w:val="00251480"/>
    <w:rsid w:val="002543F2"/>
    <w:rsid w:val="00257041"/>
    <w:rsid w:val="00264863"/>
    <w:rsid w:val="00285B58"/>
    <w:rsid w:val="00294B4D"/>
    <w:rsid w:val="002B51EA"/>
    <w:rsid w:val="002C2A8D"/>
    <w:rsid w:val="002D0C97"/>
    <w:rsid w:val="002D3125"/>
    <w:rsid w:val="002E31CC"/>
    <w:rsid w:val="002F1650"/>
    <w:rsid w:val="00306072"/>
    <w:rsid w:val="003068E1"/>
    <w:rsid w:val="00317495"/>
    <w:rsid w:val="00342F21"/>
    <w:rsid w:val="00344171"/>
    <w:rsid w:val="003500B0"/>
    <w:rsid w:val="003660A4"/>
    <w:rsid w:val="003764F9"/>
    <w:rsid w:val="003914D1"/>
    <w:rsid w:val="003B66D1"/>
    <w:rsid w:val="003D0890"/>
    <w:rsid w:val="003D6A09"/>
    <w:rsid w:val="003E27E8"/>
    <w:rsid w:val="003E465D"/>
    <w:rsid w:val="003F2C74"/>
    <w:rsid w:val="00403932"/>
    <w:rsid w:val="004063A1"/>
    <w:rsid w:val="00414421"/>
    <w:rsid w:val="00437E16"/>
    <w:rsid w:val="00442F37"/>
    <w:rsid w:val="004527B9"/>
    <w:rsid w:val="004622C4"/>
    <w:rsid w:val="00465F57"/>
    <w:rsid w:val="004668C5"/>
    <w:rsid w:val="00466A7C"/>
    <w:rsid w:val="004A5AE3"/>
    <w:rsid w:val="004C2254"/>
    <w:rsid w:val="004C4F34"/>
    <w:rsid w:val="00516390"/>
    <w:rsid w:val="0052720E"/>
    <w:rsid w:val="0053097D"/>
    <w:rsid w:val="00536DAA"/>
    <w:rsid w:val="00537666"/>
    <w:rsid w:val="005907C2"/>
    <w:rsid w:val="005C1C4C"/>
    <w:rsid w:val="005D2EE0"/>
    <w:rsid w:val="005E0564"/>
    <w:rsid w:val="005E41DE"/>
    <w:rsid w:val="005E4CCC"/>
    <w:rsid w:val="005E53B1"/>
    <w:rsid w:val="005F44DC"/>
    <w:rsid w:val="00601B5E"/>
    <w:rsid w:val="00602761"/>
    <w:rsid w:val="00611598"/>
    <w:rsid w:val="00612C3C"/>
    <w:rsid w:val="00613F73"/>
    <w:rsid w:val="006343AB"/>
    <w:rsid w:val="00637378"/>
    <w:rsid w:val="006548FE"/>
    <w:rsid w:val="006664BC"/>
    <w:rsid w:val="00671E84"/>
    <w:rsid w:val="006861AA"/>
    <w:rsid w:val="0069213B"/>
    <w:rsid w:val="00696220"/>
    <w:rsid w:val="006B6D7C"/>
    <w:rsid w:val="006D1470"/>
    <w:rsid w:val="006D260D"/>
    <w:rsid w:val="006F303F"/>
    <w:rsid w:val="006F5EE1"/>
    <w:rsid w:val="00713B53"/>
    <w:rsid w:val="00724CDB"/>
    <w:rsid w:val="007419E7"/>
    <w:rsid w:val="0074204A"/>
    <w:rsid w:val="00743A51"/>
    <w:rsid w:val="0077207E"/>
    <w:rsid w:val="0079067C"/>
    <w:rsid w:val="007A1B17"/>
    <w:rsid w:val="007A46C0"/>
    <w:rsid w:val="007A5E68"/>
    <w:rsid w:val="007C41E1"/>
    <w:rsid w:val="007D3CA8"/>
    <w:rsid w:val="007E1629"/>
    <w:rsid w:val="007E50B8"/>
    <w:rsid w:val="00800CF1"/>
    <w:rsid w:val="008019DB"/>
    <w:rsid w:val="008116D1"/>
    <w:rsid w:val="00824CBE"/>
    <w:rsid w:val="00830EEC"/>
    <w:rsid w:val="00834266"/>
    <w:rsid w:val="008343A5"/>
    <w:rsid w:val="00835D2D"/>
    <w:rsid w:val="00850348"/>
    <w:rsid w:val="00853AC3"/>
    <w:rsid w:val="008573F0"/>
    <w:rsid w:val="00857A6B"/>
    <w:rsid w:val="0086678D"/>
    <w:rsid w:val="00880814"/>
    <w:rsid w:val="0089097D"/>
    <w:rsid w:val="008B67F0"/>
    <w:rsid w:val="008D2B2D"/>
    <w:rsid w:val="00932BC1"/>
    <w:rsid w:val="00946727"/>
    <w:rsid w:val="00951AF7"/>
    <w:rsid w:val="00962EA8"/>
    <w:rsid w:val="00976CB6"/>
    <w:rsid w:val="00977BED"/>
    <w:rsid w:val="009819D1"/>
    <w:rsid w:val="00984E30"/>
    <w:rsid w:val="00991BFA"/>
    <w:rsid w:val="0099395A"/>
    <w:rsid w:val="009947D3"/>
    <w:rsid w:val="009B41D2"/>
    <w:rsid w:val="009B486C"/>
    <w:rsid w:val="009D6A84"/>
    <w:rsid w:val="009E6BC8"/>
    <w:rsid w:val="00A14774"/>
    <w:rsid w:val="00A2112D"/>
    <w:rsid w:val="00A21981"/>
    <w:rsid w:val="00A270B1"/>
    <w:rsid w:val="00A37E3E"/>
    <w:rsid w:val="00A40849"/>
    <w:rsid w:val="00A427B8"/>
    <w:rsid w:val="00A65086"/>
    <w:rsid w:val="00A671CA"/>
    <w:rsid w:val="00A72753"/>
    <w:rsid w:val="00A95C92"/>
    <w:rsid w:val="00AB1AB5"/>
    <w:rsid w:val="00AB2C01"/>
    <w:rsid w:val="00AE095E"/>
    <w:rsid w:val="00AE4341"/>
    <w:rsid w:val="00AF57BB"/>
    <w:rsid w:val="00B320ED"/>
    <w:rsid w:val="00B417B8"/>
    <w:rsid w:val="00B55468"/>
    <w:rsid w:val="00B60BE5"/>
    <w:rsid w:val="00B61AB2"/>
    <w:rsid w:val="00B703F8"/>
    <w:rsid w:val="00B71690"/>
    <w:rsid w:val="00B83611"/>
    <w:rsid w:val="00B862FF"/>
    <w:rsid w:val="00B93457"/>
    <w:rsid w:val="00B97765"/>
    <w:rsid w:val="00BA3ECC"/>
    <w:rsid w:val="00BC252B"/>
    <w:rsid w:val="00BD0FCE"/>
    <w:rsid w:val="00BD293E"/>
    <w:rsid w:val="00BD4BF0"/>
    <w:rsid w:val="00BE2E61"/>
    <w:rsid w:val="00BE7BE4"/>
    <w:rsid w:val="00BF0EC7"/>
    <w:rsid w:val="00BF3E7C"/>
    <w:rsid w:val="00C04726"/>
    <w:rsid w:val="00C171FC"/>
    <w:rsid w:val="00C304CC"/>
    <w:rsid w:val="00C34249"/>
    <w:rsid w:val="00C65032"/>
    <w:rsid w:val="00C7480F"/>
    <w:rsid w:val="00C75D4B"/>
    <w:rsid w:val="00C85963"/>
    <w:rsid w:val="00C94235"/>
    <w:rsid w:val="00CB2AAD"/>
    <w:rsid w:val="00CC2C0F"/>
    <w:rsid w:val="00CD3C40"/>
    <w:rsid w:val="00CD4E2D"/>
    <w:rsid w:val="00CE5E19"/>
    <w:rsid w:val="00CF04C0"/>
    <w:rsid w:val="00D00CE6"/>
    <w:rsid w:val="00D1208C"/>
    <w:rsid w:val="00D179E0"/>
    <w:rsid w:val="00D2090E"/>
    <w:rsid w:val="00D22124"/>
    <w:rsid w:val="00D275D6"/>
    <w:rsid w:val="00D32E66"/>
    <w:rsid w:val="00D466B4"/>
    <w:rsid w:val="00D575CE"/>
    <w:rsid w:val="00D92815"/>
    <w:rsid w:val="00D92FFE"/>
    <w:rsid w:val="00D940C2"/>
    <w:rsid w:val="00DA11B0"/>
    <w:rsid w:val="00DB03A1"/>
    <w:rsid w:val="00DB1F53"/>
    <w:rsid w:val="00DC6DC5"/>
    <w:rsid w:val="00DD61AC"/>
    <w:rsid w:val="00DF3086"/>
    <w:rsid w:val="00E06BD6"/>
    <w:rsid w:val="00E266C7"/>
    <w:rsid w:val="00E41D5E"/>
    <w:rsid w:val="00E632CB"/>
    <w:rsid w:val="00E63C0A"/>
    <w:rsid w:val="00E700C3"/>
    <w:rsid w:val="00E72FF4"/>
    <w:rsid w:val="00E862CF"/>
    <w:rsid w:val="00EA00C6"/>
    <w:rsid w:val="00EA10F4"/>
    <w:rsid w:val="00EB3179"/>
    <w:rsid w:val="00EB633D"/>
    <w:rsid w:val="00EF3D5E"/>
    <w:rsid w:val="00F20496"/>
    <w:rsid w:val="00F33259"/>
    <w:rsid w:val="00F83B9D"/>
    <w:rsid w:val="00F86C75"/>
    <w:rsid w:val="00FB46C9"/>
    <w:rsid w:val="00FB7847"/>
    <w:rsid w:val="00FD6994"/>
    <w:rsid w:val="00FD7D3F"/>
    <w:rsid w:val="00FF08EF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9840"/>
  <w15:chartTrackingRefBased/>
  <w15:docId w15:val="{1C71B390-390A-440C-B79D-99829F862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keepLines/>
      <w:spacing w:before="120" w:line="280" w:lineRule="atLeast"/>
      <w:ind w:left="851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D6A84"/>
    <w:pPr>
      <w:keepNext/>
      <w:keepLines w:val="0"/>
      <w:numPr>
        <w:numId w:val="35"/>
      </w:numPr>
      <w:spacing w:before="240" w:after="60" w:line="276" w:lineRule="auto"/>
      <w:ind w:left="567" w:hanging="567"/>
      <w:outlineLvl w:val="0"/>
    </w:pPr>
    <w:rPr>
      <w:rFonts w:ascii="Cambria" w:eastAsia="Calibri" w:hAnsi="Cambria"/>
      <w:b/>
      <w:bCs/>
      <w:kern w:val="32"/>
      <w:sz w:val="32"/>
      <w:szCs w:val="32"/>
      <w:lang w:val="x-none" w:eastAsia="en-US"/>
    </w:rPr>
  </w:style>
  <w:style w:type="paragraph" w:styleId="Titolo2">
    <w:name w:val="heading 2"/>
    <w:aliases w:val="H2"/>
    <w:basedOn w:val="Normale"/>
    <w:next w:val="Normale"/>
    <w:link w:val="Titolo2Carattere"/>
    <w:qFormat/>
    <w:rsid w:val="009D6A84"/>
    <w:pPr>
      <w:keepNext/>
      <w:keepLines w:val="0"/>
      <w:numPr>
        <w:ilvl w:val="1"/>
        <w:numId w:val="33"/>
      </w:numPr>
      <w:spacing w:before="240" w:after="60" w:line="276" w:lineRule="auto"/>
      <w:ind w:left="567" w:hanging="567"/>
      <w:outlineLvl w:val="1"/>
    </w:pPr>
    <w:rPr>
      <w:rFonts w:ascii="Cambria" w:eastAsia="Calibri" w:hAnsi="Cambria"/>
      <w:b/>
      <w:bCs/>
      <w:i/>
      <w:iCs/>
      <w:sz w:val="28"/>
      <w:szCs w:val="28"/>
      <w:lang w:eastAsia="en-US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before="360"/>
      <w:ind w:left="0"/>
      <w:outlineLvl w:val="2"/>
    </w:pPr>
    <w:rPr>
      <w:rFonts w:ascii="Arial" w:hAnsi="Arial"/>
      <w:b/>
      <w:sz w:val="22"/>
      <w:lang w:val="en-US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ind w:left="0"/>
      <w:outlineLvl w:val="3"/>
    </w:pPr>
    <w:rPr>
      <w:b/>
      <w:bCs/>
      <w:i/>
      <w:iCs/>
      <w:sz w:val="22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ind w:left="0"/>
      <w:outlineLvl w:val="4"/>
    </w:pPr>
    <w:rPr>
      <w:rFonts w:ascii="Arial" w:hAnsi="Arial"/>
      <w:b/>
      <w:bCs/>
      <w:lang w:val="en-US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ind w:left="0"/>
      <w:outlineLvl w:val="5"/>
    </w:pPr>
    <w:rPr>
      <w:rFonts w:ascii="Arial" w:hAnsi="Arial" w:cs="Arial"/>
      <w:b/>
      <w:bCs/>
      <w:iCs/>
      <w:sz w:val="18"/>
      <w:lang w:val="en-US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ind w:left="0"/>
      <w:outlineLvl w:val="6"/>
    </w:pPr>
    <w:rPr>
      <w:rFonts w:ascii="Arial" w:hAnsi="Arial"/>
    </w:r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ind w:left="0"/>
      <w:outlineLvl w:val="7"/>
    </w:pPr>
    <w:rPr>
      <w:rFonts w:ascii="Arial" w:hAnsi="Arial"/>
      <w:i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ind w:left="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AcronimoHTML">
    <w:name w:val="HTML Acronym"/>
    <w:basedOn w:val="Carpredefinitoparagrafo"/>
    <w:semiHidden/>
  </w:style>
  <w:style w:type="character" w:styleId="Collegamentoipertestuale">
    <w:name w:val="Hyperlink"/>
    <w:uiPriority w:val="99"/>
    <w:rPr>
      <w:color w:val="0000FF"/>
      <w:u w:val="single"/>
    </w:rPr>
  </w:style>
  <w:style w:type="paragraph" w:customStyle="1" w:styleId="Coplogo-titolo">
    <w:name w:val="Cop. logo-titolo"/>
    <w:pPr>
      <w:jc w:val="center"/>
    </w:pPr>
    <w:rPr>
      <w:rFonts w:ascii="Arial" w:hAnsi="Arial"/>
      <w:b/>
      <w:caps/>
      <w:noProof/>
      <w:sz w:val="100"/>
    </w:rPr>
  </w:style>
  <w:style w:type="paragraph" w:customStyle="1" w:styleId="Coptitolodocumento">
    <w:name w:val="Cop. titolo documento"/>
    <w:pPr>
      <w:jc w:val="center"/>
    </w:pPr>
    <w:rPr>
      <w:rFonts w:ascii="Arial" w:hAnsi="Arial"/>
      <w:b/>
      <w:noProof/>
      <w:sz w:val="48"/>
    </w:rPr>
  </w:style>
  <w:style w:type="paragraph" w:styleId="Corpodeltesto3">
    <w:name w:val="Body Text 3"/>
    <w:aliases w:val="Par. corpo,P1"/>
    <w:basedOn w:val="Normale"/>
    <w:link w:val="Corpodeltesto3Carattere"/>
    <w:semiHidden/>
    <w:pPr>
      <w:spacing w:before="0" w:line="360" w:lineRule="auto"/>
      <w:ind w:left="567" w:right="641"/>
    </w:pPr>
    <w:rPr>
      <w:szCs w:val="24"/>
      <w:lang w:val="x-none" w:eastAsia="x-none"/>
    </w:rPr>
  </w:style>
  <w:style w:type="paragraph" w:styleId="Didascalia">
    <w:name w:val="caption"/>
    <w:basedOn w:val="Normale"/>
    <w:next w:val="Normale"/>
    <w:qFormat/>
    <w:pPr>
      <w:spacing w:after="120"/>
      <w:jc w:val="center"/>
    </w:pPr>
    <w:rPr>
      <w:b/>
    </w:rPr>
  </w:style>
  <w:style w:type="character" w:styleId="Enfasicorsivo">
    <w:name w:val="Emphasis"/>
    <w:qFormat/>
    <w:rPr>
      <w:i/>
      <w:iCs/>
    </w:rPr>
  </w:style>
  <w:style w:type="character" w:styleId="Enfasigrassetto">
    <w:name w:val="Strong"/>
    <w:qFormat/>
    <w:rPr>
      <w:b/>
      <w:bCs/>
    </w:rPr>
  </w:style>
  <w:style w:type="character" w:customStyle="1" w:styleId="Enfasigrasscorsivo">
    <w:name w:val="Enfasi grass+corsivo"/>
    <w:aliases w:val="E3"/>
    <w:rPr>
      <w:b/>
      <w:bCs/>
      <w:i w:val="0"/>
      <w:iCs w:val="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customStyle="1" w:styleId="Listepte">
    <w:name w:val="Listepte"/>
    <w:next w:val="Normale"/>
    <w:pPr>
      <w:keepLines/>
      <w:tabs>
        <w:tab w:val="left" w:pos="1134"/>
      </w:tabs>
      <w:spacing w:before="120" w:line="280" w:lineRule="atLeast"/>
      <w:ind w:left="1134" w:hanging="283"/>
      <w:jc w:val="both"/>
    </w:pPr>
    <w:rPr>
      <w:rFonts w:ascii="Arial" w:hAnsi="Arial"/>
      <w:noProof/>
      <w:lang w:val="en-GB"/>
    </w:rPr>
  </w:style>
  <w:style w:type="paragraph" w:customStyle="1" w:styleId="listnum">
    <w:name w:val="listnum"/>
    <w:basedOn w:val="Listepte"/>
    <w:next w:val="Normale"/>
    <w:pPr>
      <w:tabs>
        <w:tab w:val="num" w:pos="1211"/>
      </w:tabs>
      <w:ind w:left="1211" w:hanging="360"/>
    </w:pPr>
  </w:style>
  <w:style w:type="paragraph" w:customStyle="1" w:styleId="NomeProgetto">
    <w:name w:val="Nome Progetto"/>
    <w:basedOn w:val="Normale"/>
    <w:next w:val="TitoloDoc"/>
    <w:pPr>
      <w:spacing w:before="1320"/>
      <w:ind w:left="0"/>
      <w:jc w:val="center"/>
    </w:pPr>
    <w:rPr>
      <w:b/>
      <w:sz w:val="100"/>
    </w:rPr>
  </w:style>
  <w:style w:type="paragraph" w:customStyle="1" w:styleId="TitoloDoc">
    <w:name w:val="Titolo_Doc"/>
    <w:basedOn w:val="Normale"/>
    <w:next w:val="Versdoc"/>
    <w:pPr>
      <w:spacing w:line="240" w:lineRule="auto"/>
      <w:ind w:left="0"/>
      <w:jc w:val="center"/>
    </w:pPr>
    <w:rPr>
      <w:b/>
      <w:sz w:val="50"/>
    </w:rPr>
  </w:style>
  <w:style w:type="paragraph" w:customStyle="1" w:styleId="Versdoc">
    <w:name w:val="Versdoc"/>
    <w:basedOn w:val="Normale"/>
    <w:pPr>
      <w:ind w:left="0"/>
      <w:jc w:val="center"/>
    </w:pPr>
    <w:rPr>
      <w:sz w:val="24"/>
    </w:rPr>
  </w:style>
  <w:style w:type="character" w:styleId="Numeropagina">
    <w:name w:val="page number"/>
    <w:basedOn w:val="Carpredefinitoparagrafo"/>
    <w:semiHidden/>
  </w:style>
  <w:style w:type="paragraph" w:styleId="Pidipagina">
    <w:name w:val="footer"/>
    <w:basedOn w:val="Normale"/>
    <w:link w:val="PidipaginaCarattere"/>
    <w:uiPriority w:val="99"/>
    <w:pPr>
      <w:pBdr>
        <w:top w:val="single" w:sz="6" w:space="1" w:color="auto"/>
      </w:pBdr>
      <w:tabs>
        <w:tab w:val="center" w:pos="4253"/>
        <w:tab w:val="right" w:pos="7938"/>
      </w:tabs>
      <w:spacing w:line="240" w:lineRule="auto"/>
      <w:ind w:left="0"/>
    </w:pPr>
    <w:rPr>
      <w:sz w:val="16"/>
    </w:rPr>
  </w:style>
  <w:style w:type="paragraph" w:styleId="Rientrocorpodeltesto">
    <w:name w:val="Body Text Indent"/>
    <w:basedOn w:val="Normale"/>
    <w:semiHidden/>
    <w:pPr>
      <w:keepLines w:val="0"/>
      <w:spacing w:before="0" w:line="240" w:lineRule="auto"/>
      <w:ind w:left="360"/>
      <w:jc w:val="both"/>
    </w:pPr>
    <w:rPr>
      <w:sz w:val="24"/>
    </w:rPr>
  </w:style>
  <w:style w:type="paragraph" w:styleId="Rientrocorpodeltesto2">
    <w:name w:val="Body Text Indent 2"/>
    <w:basedOn w:val="Normale"/>
    <w:semiHidden/>
    <w:rPr>
      <w:b/>
      <w:bCs/>
    </w:rPr>
  </w:style>
  <w:style w:type="paragraph" w:styleId="Rientrocorpodeltesto3">
    <w:name w:val="Body Text Indent 3"/>
    <w:basedOn w:val="Normale"/>
    <w:autoRedefine/>
    <w:semiHidden/>
    <w:pPr>
      <w:spacing w:before="0" w:after="120" w:line="240" w:lineRule="auto"/>
      <w:ind w:left="1440"/>
    </w:pPr>
    <w:rPr>
      <w:vanish/>
      <w:color w:val="000000"/>
      <w:szCs w:val="16"/>
    </w:rPr>
  </w:style>
  <w:style w:type="character" w:styleId="Rimandocommento">
    <w:name w:val="annotation reference"/>
    <w:semiHidden/>
    <w:rPr>
      <w:color w:val="FF00FF"/>
      <w:sz w:val="16"/>
      <w:szCs w:val="16"/>
      <w:shd w:val="clear" w:color="auto" w:fill="FFFF99"/>
    </w:rPr>
  </w:style>
  <w:style w:type="paragraph" w:styleId="Sommario1">
    <w:name w:val="toc 1"/>
    <w:basedOn w:val="Normale"/>
    <w:next w:val="Normale"/>
    <w:uiPriority w:val="39"/>
    <w:pPr>
      <w:tabs>
        <w:tab w:val="right" w:leader="dot" w:pos="7938"/>
      </w:tabs>
      <w:spacing w:before="240" w:line="300" w:lineRule="atLeast"/>
      <w:ind w:left="284" w:hanging="284"/>
    </w:pPr>
    <w:rPr>
      <w:b/>
    </w:rPr>
  </w:style>
  <w:style w:type="paragraph" w:styleId="Sommario2">
    <w:name w:val="toc 2"/>
    <w:basedOn w:val="Normale"/>
    <w:next w:val="Normale"/>
    <w:uiPriority w:val="39"/>
    <w:pPr>
      <w:tabs>
        <w:tab w:val="left" w:pos="1200"/>
        <w:tab w:val="right" w:leader="dot" w:pos="7938"/>
      </w:tabs>
      <w:ind w:left="567" w:hanging="284"/>
    </w:pPr>
    <w:rPr>
      <w:noProof/>
    </w:rPr>
  </w:style>
  <w:style w:type="paragraph" w:styleId="Sommario3">
    <w:name w:val="toc 3"/>
    <w:basedOn w:val="Normale"/>
    <w:next w:val="Normale"/>
    <w:semiHidden/>
    <w:pPr>
      <w:tabs>
        <w:tab w:val="left" w:pos="1200"/>
        <w:tab w:val="right" w:leader="dot" w:pos="7938"/>
      </w:tabs>
      <w:ind w:left="567"/>
    </w:pPr>
    <w:rPr>
      <w:noProof/>
    </w:rPr>
  </w:style>
  <w:style w:type="paragraph" w:styleId="Sommario4">
    <w:name w:val="toc 4"/>
    <w:basedOn w:val="Normale"/>
    <w:next w:val="Normale"/>
    <w:semiHidden/>
    <w:pPr>
      <w:ind w:left="600"/>
    </w:pPr>
  </w:style>
  <w:style w:type="paragraph" w:styleId="Sommario5">
    <w:name w:val="toc 5"/>
    <w:basedOn w:val="Normale"/>
    <w:next w:val="Normale"/>
    <w:semiHidden/>
    <w:pPr>
      <w:ind w:left="800"/>
    </w:pPr>
  </w:style>
  <w:style w:type="paragraph" w:styleId="Sommario6">
    <w:name w:val="toc 6"/>
    <w:basedOn w:val="Normale"/>
    <w:next w:val="Normale"/>
    <w:semiHidden/>
    <w:pPr>
      <w:ind w:left="1000"/>
    </w:pPr>
  </w:style>
  <w:style w:type="paragraph" w:styleId="Sommario7">
    <w:name w:val="toc 7"/>
    <w:basedOn w:val="Normale"/>
    <w:next w:val="Normale"/>
    <w:semiHidden/>
    <w:pPr>
      <w:ind w:left="1200"/>
    </w:pPr>
  </w:style>
  <w:style w:type="paragraph" w:styleId="Sommario8">
    <w:name w:val="toc 8"/>
    <w:basedOn w:val="Normale"/>
    <w:next w:val="Normale"/>
    <w:semiHidden/>
    <w:pPr>
      <w:ind w:left="1400"/>
    </w:pPr>
  </w:style>
  <w:style w:type="paragraph" w:styleId="Sommario9">
    <w:name w:val="toc 9"/>
    <w:basedOn w:val="Normale"/>
    <w:next w:val="Normale"/>
    <w:semiHidden/>
    <w:pPr>
      <w:ind w:left="1600"/>
    </w:pPr>
  </w:style>
  <w:style w:type="paragraph" w:customStyle="1" w:styleId="sottolistepte">
    <w:name w:val="sottolistepte"/>
    <w:basedOn w:val="Listepte"/>
    <w:next w:val="Normale"/>
    <w:pPr>
      <w:tabs>
        <w:tab w:val="clear" w:pos="1134"/>
        <w:tab w:val="left" w:pos="1418"/>
      </w:tabs>
      <w:ind w:left="1418" w:hanging="284"/>
    </w:pPr>
  </w:style>
  <w:style w:type="paragraph" w:customStyle="1" w:styleId="Titoletto">
    <w:name w:val="Titoletto"/>
    <w:basedOn w:val="Normale"/>
    <w:next w:val="Normale"/>
    <w:pPr>
      <w:spacing w:before="360"/>
    </w:pPr>
    <w:rPr>
      <w:b/>
      <w:sz w:val="24"/>
    </w:rPr>
  </w:style>
  <w:style w:type="paragraph" w:customStyle="1" w:styleId="Table">
    <w:name w:val="Table"/>
    <w:basedOn w:val="Normale"/>
    <w:pPr>
      <w:tabs>
        <w:tab w:val="left" w:pos="851"/>
        <w:tab w:val="left" w:pos="2268"/>
        <w:tab w:val="left" w:pos="3119"/>
        <w:tab w:val="left" w:pos="4536"/>
      </w:tabs>
      <w:ind w:left="0"/>
    </w:pPr>
  </w:style>
  <w:style w:type="paragraph" w:styleId="Testocommento">
    <w:name w:val="annotation text"/>
    <w:basedOn w:val="Normale"/>
    <w:semiHidden/>
    <w:pPr>
      <w:keepLines w:val="0"/>
      <w:spacing w:before="0" w:line="240" w:lineRule="auto"/>
      <w:ind w:left="0"/>
    </w:pPr>
    <w:rPr>
      <w:sz w:val="24"/>
    </w:rPr>
  </w:style>
  <w:style w:type="paragraph" w:customStyle="1" w:styleId="TestoReport">
    <w:name w:val="Testo Report"/>
    <w:basedOn w:val="Normale"/>
    <w:next w:val="Normale"/>
    <w:pPr>
      <w:widowControl w:val="0"/>
      <w:spacing w:before="0" w:line="240" w:lineRule="auto"/>
      <w:ind w:left="0"/>
    </w:pPr>
    <w:rPr>
      <w:rFonts w:ascii="Courier New" w:hAnsi="Courier New"/>
      <w:noProof/>
      <w:sz w:val="16"/>
    </w:rPr>
  </w:style>
  <w:style w:type="paragraph" w:customStyle="1" w:styleId="Tit1">
    <w:name w:val="Tit 1"/>
    <w:basedOn w:val="Titolo1"/>
    <w:next w:val="Normale"/>
    <w:pPr>
      <w:numPr>
        <w:numId w:val="0"/>
      </w:numPr>
      <w:ind w:left="851" w:hanging="851"/>
      <w:outlineLvl w:val="9"/>
    </w:pPr>
  </w:style>
  <w:style w:type="paragraph" w:customStyle="1" w:styleId="Tit2">
    <w:name w:val="Tit 2"/>
    <w:basedOn w:val="Titolo2"/>
    <w:pPr>
      <w:numPr>
        <w:ilvl w:val="0"/>
        <w:numId w:val="0"/>
      </w:numPr>
      <w:ind w:left="851" w:hanging="851"/>
      <w:outlineLvl w:val="9"/>
    </w:pPr>
  </w:style>
  <w:style w:type="paragraph" w:customStyle="1" w:styleId="TitoloReport">
    <w:name w:val="Titolo Report"/>
    <w:next w:val="Normale"/>
    <w:pPr>
      <w:keepLines/>
      <w:pageBreakBefore/>
      <w:jc w:val="center"/>
    </w:pPr>
    <w:rPr>
      <w:rFonts w:ascii="Arial" w:hAnsi="Arial"/>
      <w:b/>
      <w:noProof/>
      <w:sz w:val="32"/>
    </w:rPr>
  </w:style>
  <w:style w:type="paragraph" w:customStyle="1" w:styleId="TitSezOggettoReport">
    <w:name w:val="Tit.Sez.Oggetto Report"/>
    <w:basedOn w:val="TitoloReport"/>
    <w:next w:val="Normale"/>
    <w:pPr>
      <w:keepLines w:val="0"/>
      <w:pageBreakBefore w:val="0"/>
      <w:widowControl w:val="0"/>
      <w:jc w:val="left"/>
    </w:pPr>
    <w:rPr>
      <w:sz w:val="20"/>
    </w:rPr>
  </w:style>
  <w:style w:type="paragraph" w:customStyle="1" w:styleId="TitSottosezOggettoReport">
    <w:name w:val="Tit.Sottosez. Oggetto Report"/>
    <w:basedOn w:val="Normale"/>
    <w:next w:val="Normale"/>
    <w:pPr>
      <w:widowControl w:val="0"/>
      <w:spacing w:before="0" w:line="240" w:lineRule="auto"/>
      <w:ind w:left="0"/>
    </w:pPr>
    <w:rPr>
      <w:rFonts w:ascii="Courier New" w:hAnsi="Courier New"/>
      <w:b/>
      <w:noProof/>
      <w:sz w:val="16"/>
    </w:rPr>
  </w:style>
  <w:style w:type="paragraph" w:customStyle="1" w:styleId="Titol1senzanum">
    <w:name w:val="Titol1senzanum"/>
    <w:basedOn w:val="Titolo1"/>
    <w:next w:val="Normale"/>
    <w:pPr>
      <w:spacing w:before="360" w:line="280" w:lineRule="atLeast"/>
      <w:ind w:left="567" w:hanging="567"/>
      <w:outlineLvl w:val="9"/>
    </w:pPr>
    <w:rPr>
      <w:smallCaps/>
      <w:kern w:val="0"/>
      <w:sz w:val="28"/>
    </w:rPr>
  </w:style>
  <w:style w:type="paragraph" w:customStyle="1" w:styleId="Titol2senzanum">
    <w:name w:val="Titol2senzanum"/>
    <w:basedOn w:val="Titolo2"/>
    <w:next w:val="Normale"/>
    <w:link w:val="Titol2senzanumCarattere"/>
    <w:pPr>
      <w:spacing w:before="360"/>
      <w:ind w:left="851" w:hanging="851"/>
      <w:outlineLvl w:val="9"/>
    </w:pPr>
    <w:rPr>
      <w:sz w:val="24"/>
    </w:rPr>
  </w:style>
  <w:style w:type="paragraph" w:customStyle="1" w:styleId="TitoloIndice">
    <w:name w:val="Titolo Indice"/>
    <w:basedOn w:val="Normale"/>
    <w:next w:val="Normale"/>
    <w:pPr>
      <w:keepLines w:val="0"/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0" w:line="240" w:lineRule="auto"/>
      <w:ind w:left="0"/>
      <w:jc w:val="center"/>
    </w:pPr>
    <w:rPr>
      <w:b/>
      <w:caps/>
      <w:sz w:val="24"/>
    </w:rPr>
  </w:style>
  <w:style w:type="paragraph" w:styleId="Titoloindice0">
    <w:name w:val="index heading"/>
    <w:basedOn w:val="Normale"/>
    <w:next w:val="Normale"/>
    <w:semiHidden/>
    <w:pPr>
      <w:spacing w:before="240" w:after="120"/>
      <w:jc w:val="center"/>
    </w:pPr>
    <w:rPr>
      <w:b/>
      <w:sz w:val="26"/>
    </w:rPr>
  </w:style>
  <w:style w:type="paragraph" w:customStyle="1" w:styleId="Vers-datadocum">
    <w:name w:val="Vers.-data docum."/>
    <w:pPr>
      <w:jc w:val="center"/>
    </w:pPr>
    <w:rPr>
      <w:rFonts w:ascii="Arial" w:hAnsi="Arial"/>
      <w:noProof/>
      <w:sz w:val="24"/>
    </w:rPr>
  </w:style>
  <w:style w:type="paragraph" w:customStyle="1" w:styleId="Tucs">
    <w:name w:val="Tucs"/>
    <w:basedOn w:val="Titoletto"/>
  </w:style>
  <w:style w:type="character" w:styleId="VariabileHTML">
    <w:name w:val="HTML Variable"/>
    <w:semiHidden/>
    <w:rPr>
      <w:i/>
      <w:iCs/>
    </w:rPr>
  </w:style>
  <w:style w:type="paragraph" w:customStyle="1" w:styleId="UseCaseSection">
    <w:name w:val="UseCaseSection"/>
    <w:pPr>
      <w:ind w:left="851"/>
      <w:jc w:val="both"/>
    </w:pPr>
    <w:rPr>
      <w:rFonts w:ascii="Arial" w:hAnsi="Arial"/>
    </w:rPr>
  </w:style>
  <w:style w:type="paragraph" w:customStyle="1" w:styleId="Campodiapplicazione">
    <w:name w:val="&lt;$$Campo di applicazione$$&gt;"/>
    <w:basedOn w:val="UseCaseSection"/>
    <w:next w:val="UseCaseSection"/>
  </w:style>
  <w:style w:type="paragraph" w:customStyle="1" w:styleId="Evoluzione">
    <w:name w:val="&lt;$$Evoluzione$$&gt;"/>
    <w:basedOn w:val="UseCaseSection"/>
    <w:next w:val="Normale"/>
  </w:style>
  <w:style w:type="paragraph" w:customStyle="1" w:styleId="Flussoalternativo">
    <w:name w:val="&lt;$$Flusso alternativo$$&gt;"/>
    <w:basedOn w:val="UseCaseSection"/>
    <w:next w:val="UseCaseSection"/>
  </w:style>
  <w:style w:type="paragraph" w:customStyle="1" w:styleId="Flussodeglieventi">
    <w:name w:val="&lt;$$Flusso degli eventi$$&gt;"/>
    <w:basedOn w:val="UseCaseSection"/>
    <w:next w:val="UseCaseSection"/>
  </w:style>
  <w:style w:type="paragraph" w:customStyle="1" w:styleId="Flussoprincipale">
    <w:name w:val="&lt;$$Flusso principale$$&gt;"/>
    <w:basedOn w:val="UseCaseSection"/>
    <w:next w:val="UseCaseSection"/>
  </w:style>
  <w:style w:type="paragraph" w:customStyle="1" w:styleId="Postcondizioni">
    <w:name w:val="&lt;$$Postcondizioni$$&gt;"/>
    <w:basedOn w:val="UseCaseSection"/>
    <w:next w:val="UseCaseSection"/>
  </w:style>
  <w:style w:type="paragraph" w:customStyle="1" w:styleId="Precondizioni">
    <w:name w:val="&lt;$$Precondizioni$$&gt;"/>
    <w:basedOn w:val="UseCaseSection"/>
    <w:next w:val="UseCaseSection"/>
  </w:style>
  <w:style w:type="paragraph" w:customStyle="1" w:styleId="Realizzazionedelloscenario">
    <w:name w:val="&lt;$$Realizzazione dello scenario$$&gt;"/>
    <w:basedOn w:val="UseCaseSection"/>
    <w:next w:val="UseCaseSection"/>
  </w:style>
  <w:style w:type="paragraph" w:customStyle="1" w:styleId="Regoleimplementativeutilizzate">
    <w:name w:val="&lt;$$Regole implementative utilizzate$$&gt;"/>
    <w:basedOn w:val="UseCaseSection"/>
    <w:next w:val="UseCaseSection"/>
  </w:style>
  <w:style w:type="paragraph" w:customStyle="1" w:styleId="Requisitidisicurezzaeriservatezza">
    <w:name w:val="&lt;$$Requisiti di sicurezza e riservatezza$$&gt;"/>
    <w:basedOn w:val="UseCaseSection"/>
    <w:next w:val="UseCaseSection"/>
  </w:style>
  <w:style w:type="paragraph" w:customStyle="1" w:styleId="Scenario">
    <w:name w:val="&lt;$$Scenario$$&gt;"/>
    <w:basedOn w:val="UseCaseSection"/>
    <w:next w:val="UseCaseSection"/>
  </w:style>
  <w:style w:type="paragraph" w:customStyle="1" w:styleId="Scopo">
    <w:name w:val="&lt;$$Scopo$$&gt;"/>
    <w:basedOn w:val="UseCaseSection"/>
    <w:next w:val="UseCaseSection"/>
  </w:style>
  <w:style w:type="paragraph" w:customStyle="1" w:styleId="TUseCaseSection">
    <w:name w:val="T_UseCaseSection"/>
    <w:basedOn w:val="Titoletto"/>
  </w:style>
  <w:style w:type="paragraph" w:customStyle="1" w:styleId="TCampodiapplicazione">
    <w:name w:val="T_&lt;$$Campo di applicazione$$&gt;"/>
    <w:basedOn w:val="TUseCaseSection"/>
    <w:next w:val="Campodiapplicazione"/>
  </w:style>
  <w:style w:type="paragraph" w:customStyle="1" w:styleId="TEvoluzione">
    <w:name w:val="T_&lt;$$Evoluzione$$&gt;"/>
    <w:basedOn w:val="TUseCaseSection"/>
    <w:next w:val="Normale"/>
  </w:style>
  <w:style w:type="paragraph" w:customStyle="1" w:styleId="TFlussoalternativo">
    <w:name w:val="T_&lt;$$Flusso alternativo$$&gt;"/>
    <w:basedOn w:val="TUseCaseSection"/>
    <w:next w:val="Flussoalternativo"/>
  </w:style>
  <w:style w:type="paragraph" w:customStyle="1" w:styleId="TFlussodeglieventi">
    <w:name w:val="T_&lt;$$Flusso degli eventi$$&gt;"/>
    <w:basedOn w:val="TUseCaseSection"/>
    <w:next w:val="Flussodeglieventi"/>
  </w:style>
  <w:style w:type="paragraph" w:customStyle="1" w:styleId="TFlussoprincipale">
    <w:name w:val="T_&lt;$$Flusso principale$$&gt;"/>
    <w:basedOn w:val="TUseCaseSection"/>
    <w:next w:val="Flussoprincipale"/>
  </w:style>
  <w:style w:type="paragraph" w:customStyle="1" w:styleId="TPostcondizioni">
    <w:name w:val="T_&lt;$$Postcondizioni$$&gt;"/>
    <w:basedOn w:val="TUseCaseSection"/>
    <w:next w:val="Postcondizioni"/>
  </w:style>
  <w:style w:type="paragraph" w:customStyle="1" w:styleId="TPrecondizioni">
    <w:name w:val="T_&lt;$$Precondizioni$$&gt;"/>
    <w:basedOn w:val="TUseCaseSection"/>
    <w:next w:val="Precondizioni"/>
  </w:style>
  <w:style w:type="paragraph" w:customStyle="1" w:styleId="TRealizzazionedelloscenario">
    <w:name w:val="T_&lt;$$Realizzazione dello scenario$$&gt;"/>
    <w:basedOn w:val="TUseCaseSection"/>
    <w:next w:val="Realizzazionedelloscenario"/>
  </w:style>
  <w:style w:type="paragraph" w:customStyle="1" w:styleId="TRegoleimplementativeutilizzate">
    <w:name w:val="T_&lt;$$Regole implementative utilizzate$$&gt;"/>
    <w:basedOn w:val="TUseCaseSection"/>
    <w:next w:val="Regoleimplementativeutilizzate"/>
  </w:style>
  <w:style w:type="paragraph" w:customStyle="1" w:styleId="TRequisitidisicurezzaeriservatezza">
    <w:name w:val="T_&lt;$$Requisiti di sicurezza e riservatezza$$&gt;"/>
    <w:basedOn w:val="TUseCaseSection"/>
    <w:next w:val="Requisitidisicurezzaeriservatezza"/>
  </w:style>
  <w:style w:type="paragraph" w:customStyle="1" w:styleId="TRequisitinonfunzionali">
    <w:name w:val="T_&lt;$$Requisiti non funzionali$$&gt;"/>
    <w:basedOn w:val="TUseCaseSection"/>
    <w:next w:val="Requisitidisicurezzaeriservatezza"/>
  </w:style>
  <w:style w:type="paragraph" w:customStyle="1" w:styleId="TScenario">
    <w:name w:val="T_&lt;$$Scenario$$&gt;"/>
    <w:basedOn w:val="TUseCaseSection"/>
    <w:next w:val="Scenario"/>
  </w:style>
  <w:style w:type="paragraph" w:customStyle="1" w:styleId="TScopo">
    <w:name w:val="T_&lt;$$Scopo$$&gt;"/>
    <w:basedOn w:val="TUseCaseSection"/>
    <w:next w:val="Scopo"/>
  </w:style>
  <w:style w:type="paragraph" w:customStyle="1" w:styleId="TFlussididati">
    <w:name w:val="T_&lt;$$Flussi di dati$$&gt;"/>
    <w:basedOn w:val="TUseCaseSection"/>
    <w:next w:val="TUseCaseSection"/>
  </w:style>
  <w:style w:type="paragraph" w:customStyle="1" w:styleId="Flussididati">
    <w:name w:val="&lt;$$Flussi di dati$$&gt;"/>
    <w:basedOn w:val="UseCaseSection"/>
    <w:next w:val="UseCaseSection"/>
  </w:style>
  <w:style w:type="paragraph" w:styleId="Corpodeltesto2">
    <w:name w:val="Body Text 2"/>
    <w:basedOn w:val="Normale"/>
    <w:semiHidden/>
    <w:pPr>
      <w:spacing w:before="0" w:line="240" w:lineRule="auto"/>
      <w:ind w:left="0"/>
    </w:pPr>
    <w:rPr>
      <w:sz w:val="24"/>
    </w:rPr>
  </w:style>
  <w:style w:type="paragraph" w:styleId="Indicedellefigure">
    <w:name w:val="table of figures"/>
    <w:basedOn w:val="Normale"/>
    <w:next w:val="Normale"/>
    <w:semiHidden/>
    <w:pPr>
      <w:tabs>
        <w:tab w:val="right" w:leader="dot" w:pos="7944"/>
      </w:tabs>
      <w:ind w:left="403" w:hanging="403"/>
    </w:pPr>
  </w:style>
  <w:style w:type="paragraph" w:customStyle="1" w:styleId="InfoBlue">
    <w:name w:val="InfoBlue"/>
    <w:basedOn w:val="Normale"/>
    <w:next w:val="Normale"/>
    <w:autoRedefine/>
    <w:pPr>
      <w:widowControl w:val="0"/>
      <w:spacing w:before="0" w:after="120" w:line="240" w:lineRule="atLeast"/>
      <w:ind w:left="720"/>
    </w:pPr>
    <w:rPr>
      <w:i/>
      <w:color w:val="0000FF"/>
      <w:lang w:val="en-US"/>
    </w:rPr>
  </w:style>
  <w:style w:type="paragraph" w:customStyle="1" w:styleId="infoblue0">
    <w:name w:val="infoblue"/>
    <w:basedOn w:val="Normale"/>
    <w:pPr>
      <w:spacing w:before="0" w:after="120" w:line="240" w:lineRule="atLeast"/>
      <w:ind w:left="720"/>
    </w:pPr>
    <w:rPr>
      <w:rFonts w:eastAsia="Arial Unicode MS"/>
      <w:i/>
      <w:iCs/>
      <w:color w:val="0000FF"/>
    </w:rPr>
  </w:style>
  <w:style w:type="paragraph" w:customStyle="1" w:styleId="Paragraph2">
    <w:name w:val="Paragraph2"/>
    <w:basedOn w:val="Normale"/>
    <w:pPr>
      <w:keepLines w:val="0"/>
      <w:widowControl w:val="0"/>
      <w:spacing w:before="80" w:line="240" w:lineRule="atLeast"/>
      <w:ind w:left="720"/>
      <w:jc w:val="both"/>
    </w:pPr>
    <w:rPr>
      <w:color w:val="000000"/>
      <w:lang w:val="en-AU"/>
    </w:rPr>
  </w:style>
  <w:style w:type="paragraph" w:customStyle="1" w:styleId="Titol3senzanum">
    <w:name w:val="Titol3senzanum"/>
    <w:basedOn w:val="Titolo3"/>
    <w:next w:val="Normale"/>
    <w:pPr>
      <w:ind w:left="851" w:hanging="851"/>
      <w:outlineLvl w:val="9"/>
    </w:pPr>
  </w:style>
  <w:style w:type="character" w:customStyle="1" w:styleId="heading1">
    <w:name w:val="heading1"/>
    <w:rPr>
      <w:b/>
      <w:bCs/>
      <w:color w:val="000080"/>
      <w:sz w:val="28"/>
      <w:szCs w:val="28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PreformattatoHTML">
    <w:name w:val="HTML Preformatted"/>
    <w:basedOn w:val="Normale"/>
    <w:semiHidden/>
    <w:pPr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/>
    </w:pPr>
    <w:rPr>
      <w:rFonts w:ascii="Arial Unicode MS" w:eastAsia="Arial Unicode MS" w:hAnsi="Arial Unicode MS" w:cs="Arial Unicode MS"/>
    </w:rPr>
  </w:style>
  <w:style w:type="character" w:customStyle="1" w:styleId="Codice10">
    <w:name w:val="Codice 10"/>
    <w:rPr>
      <w:rFonts w:ascii="Courier New" w:hAnsi="Courier New"/>
      <w:b/>
      <w:bCs/>
      <w:sz w:val="20"/>
    </w:rPr>
  </w:style>
  <w:style w:type="character" w:customStyle="1" w:styleId="Codice8">
    <w:name w:val="Codice 8"/>
    <w:rPr>
      <w:rFonts w:ascii="Courier New" w:hAnsi="Courier New"/>
      <w:b/>
      <w:bCs/>
      <w:sz w:val="16"/>
    </w:rPr>
  </w:style>
  <w:style w:type="paragraph" w:styleId="Testonormale">
    <w:name w:val="Plain Text"/>
    <w:basedOn w:val="Normale"/>
    <w:semiHidden/>
    <w:pPr>
      <w:keepLines w:val="0"/>
      <w:spacing w:before="0" w:line="240" w:lineRule="auto"/>
      <w:ind w:left="0"/>
    </w:pPr>
    <w:rPr>
      <w:rFonts w:ascii="Courier New" w:hAnsi="Courier New" w:cs="Courier New"/>
    </w:rPr>
  </w:style>
  <w:style w:type="character" w:customStyle="1" w:styleId="CarattereCarattere1">
    <w:name w:val=" Carattere Carattere1"/>
    <w:rPr>
      <w:rFonts w:ascii="Arial" w:hAnsi="Arial"/>
      <w:b/>
      <w:sz w:val="28"/>
      <w:lang w:val="it-IT" w:eastAsia="it-IT" w:bidi="ar-SA"/>
    </w:rPr>
  </w:style>
  <w:style w:type="paragraph" w:styleId="Testofumetto">
    <w:name w:val="Balloon Text"/>
    <w:basedOn w:val="Normal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CarattereCarattere">
    <w:name w:val=" Carattere Carattere"/>
    <w:rPr>
      <w:rFonts w:ascii="Tahom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semiHidden/>
    <w:pPr>
      <w:keepLines/>
      <w:spacing w:before="120" w:line="280" w:lineRule="atLeast"/>
      <w:ind w:left="851"/>
    </w:pPr>
    <w:rPr>
      <w:b/>
      <w:bCs/>
      <w:sz w:val="20"/>
    </w:rPr>
  </w:style>
  <w:style w:type="paragraph" w:customStyle="1" w:styleId="ColonnaTabella">
    <w:name w:val="ColonnaTabella"/>
    <w:basedOn w:val="Normale"/>
    <w:pPr>
      <w:keepLines w:val="0"/>
      <w:spacing w:line="240" w:lineRule="auto"/>
      <w:ind w:left="0"/>
    </w:pPr>
  </w:style>
  <w:style w:type="paragraph" w:customStyle="1" w:styleId="Stile10ptAllineatoasinistraSinistro005cm">
    <w:name w:val="Stile 10 pt Allineato a sinistra Sinistro:  005 cm"/>
    <w:basedOn w:val="Normale"/>
    <w:pPr>
      <w:keepLines w:val="0"/>
      <w:spacing w:line="240" w:lineRule="auto"/>
      <w:ind w:left="28"/>
    </w:pPr>
  </w:style>
  <w:style w:type="paragraph" w:styleId="Puntoelenco5">
    <w:name w:val="List Bullet 5"/>
    <w:basedOn w:val="Normale"/>
    <w:semiHidden/>
    <w:pPr>
      <w:keepLines w:val="0"/>
      <w:numPr>
        <w:numId w:val="3"/>
      </w:numPr>
      <w:spacing w:line="240" w:lineRule="auto"/>
      <w:jc w:val="both"/>
    </w:pPr>
    <w:rPr>
      <w:szCs w:val="22"/>
    </w:rPr>
  </w:style>
  <w:style w:type="paragraph" w:customStyle="1" w:styleId="StileCourierNew8ptNeroSinistro0cmprima0pt">
    <w:name w:val="Stile Courier New 8 pt Nero Sinistro:  0 cm prima 0 pt"/>
    <w:basedOn w:val="Normale"/>
    <w:pPr>
      <w:spacing w:before="0"/>
      <w:ind w:left="0"/>
    </w:pPr>
    <w:rPr>
      <w:rFonts w:ascii="Courier New" w:hAnsi="Courier New"/>
      <w:color w:val="000000"/>
      <w:sz w:val="18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table" w:styleId="Grigliatabella">
    <w:name w:val="Table Grid"/>
    <w:basedOn w:val="Tabellanormale"/>
    <w:uiPriority w:val="59"/>
    <w:rsid w:val="004A5A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delblocco">
    <w:name w:val="Block Text"/>
    <w:basedOn w:val="Normale"/>
    <w:semiHidden/>
    <w:rsid w:val="00830EEC"/>
    <w:pPr>
      <w:ind w:right="639"/>
    </w:pPr>
  </w:style>
  <w:style w:type="character" w:styleId="CodiceHTML">
    <w:name w:val="HTML Code"/>
    <w:uiPriority w:val="99"/>
    <w:semiHidden/>
    <w:unhideWhenUsed/>
    <w:rsid w:val="00830EEC"/>
    <w:rPr>
      <w:rFonts w:ascii="Courier New" w:eastAsia="Times New Roman" w:hAnsi="Courier New" w:cs="Courier New"/>
      <w:sz w:val="20"/>
      <w:szCs w:val="20"/>
    </w:rPr>
  </w:style>
  <w:style w:type="character" w:customStyle="1" w:styleId="Corpodeltesto3Carattere">
    <w:name w:val="Corpo del testo 3 Carattere"/>
    <w:link w:val="Corpodeltesto3"/>
    <w:semiHidden/>
    <w:rsid w:val="00FD6994"/>
    <w:rPr>
      <w:szCs w:val="24"/>
    </w:rPr>
  </w:style>
  <w:style w:type="character" w:customStyle="1" w:styleId="Titolo2Carattere">
    <w:name w:val="Titolo 2 Carattere"/>
    <w:aliases w:val="H2 Carattere"/>
    <w:link w:val="Titolo2"/>
    <w:uiPriority w:val="9"/>
    <w:rsid w:val="009D6A84"/>
    <w:rPr>
      <w:rFonts w:ascii="Cambria" w:eastAsia="Calibri" w:hAnsi="Cambria"/>
      <w:b/>
      <w:bCs/>
      <w:i/>
      <w:iCs/>
      <w:sz w:val="28"/>
      <w:szCs w:val="28"/>
      <w:lang w:eastAsia="en-US"/>
    </w:rPr>
  </w:style>
  <w:style w:type="paragraph" w:styleId="Corpodeltesto">
    <w:name w:val="Corpo del testo"/>
    <w:basedOn w:val="Normale"/>
    <w:link w:val="CorpodeltestoCarattere"/>
    <w:rsid w:val="002543F2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2543F2"/>
  </w:style>
  <w:style w:type="character" w:customStyle="1" w:styleId="Titolo1Carattere">
    <w:name w:val="Titolo 1 Carattere"/>
    <w:link w:val="Titolo1"/>
    <w:uiPriority w:val="9"/>
    <w:rsid w:val="009D6A84"/>
    <w:rPr>
      <w:rFonts w:ascii="Cambria" w:eastAsia="Calibri" w:hAnsi="Cambria"/>
      <w:b/>
      <w:bCs/>
      <w:kern w:val="32"/>
      <w:sz w:val="32"/>
      <w:szCs w:val="32"/>
      <w:lang w:val="x-none" w:eastAsia="en-US"/>
    </w:rPr>
  </w:style>
  <w:style w:type="character" w:customStyle="1" w:styleId="IntestazioneCarattere">
    <w:name w:val="Intestazione Carattere"/>
    <w:link w:val="Intestazione"/>
    <w:uiPriority w:val="99"/>
    <w:rsid w:val="00A72753"/>
  </w:style>
  <w:style w:type="character" w:customStyle="1" w:styleId="PidipaginaCarattere">
    <w:name w:val="Piè di pagina Carattere"/>
    <w:link w:val="Pidipagina"/>
    <w:uiPriority w:val="99"/>
    <w:rsid w:val="00A72753"/>
    <w:rPr>
      <w:sz w:val="16"/>
    </w:rPr>
  </w:style>
  <w:style w:type="numbering" w:customStyle="1" w:styleId="Stile2">
    <w:name w:val="Stile2"/>
    <w:rsid w:val="00FF08EF"/>
    <w:pPr>
      <w:numPr>
        <w:numId w:val="36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FF08EF"/>
    <w:rPr>
      <w:rFonts w:ascii="Cambria" w:eastAsia="Calibri" w:hAnsi="Cambria"/>
      <w:b/>
      <w:bCs/>
      <w:i/>
      <w:iCs/>
      <w:sz w:val="24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ervername:port/nsisr/%3cEntit&#224;%3eService?xsd=1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servername:port/nsisr/%3cEntit&#224;%3eService?wsd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header" Target="header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://servername:port/nsisr/%3cEntit&#224;%3eService?xsd=1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servername:port/nsisr/%3cEntit&#224;%3eService?wsd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Rational\SoDAWord\wizards\sod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E0107-DEC4-4024-A90C-F7EA8D4F1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soda</Template>
  <TotalTime>1</TotalTime>
  <Pages>11</Pages>
  <Words>1880</Words>
  <Characters>10718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SoDA Template</vt:lpstr>
    </vt:vector>
  </TitlesOfParts>
  <Company/>
  <LinksUpToDate>false</LinksUpToDate>
  <CharactersWithSpaces>12573</CharactersWithSpaces>
  <SharedDoc>false</SharedDoc>
  <HLinks>
    <vt:vector size="90" baseType="variant">
      <vt:variant>
        <vt:i4>14876724</vt:i4>
      </vt:variant>
      <vt:variant>
        <vt:i4>81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78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75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72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1441843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_Toc524554727</vt:lpwstr>
      </vt:variant>
      <vt:variant>
        <vt:i4>1441843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_Toc524554726</vt:lpwstr>
      </vt:variant>
      <vt:variant>
        <vt:i4>1441843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_Toc524554725</vt:lpwstr>
      </vt:variant>
      <vt:variant>
        <vt:i4>1441843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_Toc524554724</vt:lpwstr>
      </vt:variant>
      <vt:variant>
        <vt:i4>1441843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_Toc524554723</vt:lpwstr>
      </vt:variant>
      <vt:variant>
        <vt:i4>1441843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_Toc524554722</vt:lpwstr>
      </vt:variant>
      <vt:variant>
        <vt:i4>1441843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_Toc524554721</vt:lpwstr>
      </vt:variant>
      <vt:variant>
        <vt:i4>1441843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_Toc524554720</vt:lpwstr>
      </vt:variant>
      <vt:variant>
        <vt:i4>1376307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_Toc524554719</vt:lpwstr>
      </vt:variant>
      <vt:variant>
        <vt:i4>1376307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_Toc524554718</vt:lpwstr>
      </vt:variant>
      <vt:variant>
        <vt:i4>1376307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_Toc524554717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SoDA Template</dc:title>
  <dc:subject/>
  <dc:creator>Vito Caleandro</dc:creator>
  <cp:keywords/>
  <cp:lastModifiedBy>Morra Francesco</cp:lastModifiedBy>
  <cp:revision>2</cp:revision>
  <cp:lastPrinted>2009-03-27T08:06:00Z</cp:lastPrinted>
  <dcterms:created xsi:type="dcterms:W3CDTF">2024-11-12T14:22:00Z</dcterms:created>
  <dcterms:modified xsi:type="dcterms:W3CDTF">2024-11-12T14:22:00Z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sPath">
    <vt:lpwstr>D:\Jobs\SIST\ROSE\</vt:lpwstr>
  </property>
  <property fmtid="{D5CDD505-2E9C-101B-9397-08002B2CF9AE}" pid="3" name="_AdHocReviewCycleID">
    <vt:i4>-1421049933</vt:i4>
  </property>
  <property fmtid="{D5CDD505-2E9C-101B-9397-08002B2CF9AE}" pid="4" name="_EmailSubject">
    <vt:lpwstr>Progetto Rete MMG e PDD SISR: SAL periodico</vt:lpwstr>
  </property>
  <property fmtid="{D5CDD505-2E9C-101B-9397-08002B2CF9AE}" pid="5" name="_AuthorEmail">
    <vt:lpwstr>antonio_merico@svimservice.it</vt:lpwstr>
  </property>
  <property fmtid="{D5CDD505-2E9C-101B-9397-08002B2CF9AE}" pid="6" name="_AuthorEmailDisplayName">
    <vt:lpwstr>Antonio Merico</vt:lpwstr>
  </property>
  <property fmtid="{D5CDD505-2E9C-101B-9397-08002B2CF9AE}" pid="7" name="SoDA Document Type">
    <vt:lpwstr>Report</vt:lpwstr>
  </property>
  <property fmtid="{D5CDD505-2E9C-101B-9397-08002B2CF9AE}" pid="8" name="_ReviewingToolsShownOnce">
    <vt:lpwstr/>
  </property>
</Properties>
</file>